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w:drawing>
          <wp:anchor distT="0" distB="0" distL="114300" distR="114300" simplePos="0" relativeHeight="251590656" behindDoc="0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2846070</wp:posOffset>
            </wp:positionV>
            <wp:extent cx="1690370" cy="1690370"/>
            <wp:effectExtent l="0" t="0" r="0" b="0"/>
            <wp:wrapNone/>
            <wp:docPr id="5" name="图片 4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0370" cy="1690370"/>
                    </a:xfrm>
                    <a:prstGeom prst="ellipse">
                      <a:avLst/>
                    </a:prstGeom>
                    <a:ln w="57150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pict>
          <v:group id="组合 19" o:spid="_x0000_s1026" o:spt="203" style="position:absolute;left:0pt;margin-left:300.4pt;margin-top:219.95pt;height:142.3pt;width:158.05pt;z-index:251591680;mso-width-relative:page;mso-height-relative:page;" coordorigin="43299,1647" coordsize="19679,1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">
            <o:lock v:ext="edit"/>
            <v:shape id="_x0000_s1027" o:spid="_x0000_s1027" o:spt="202" type="#_x0000_t202" style="position:absolute;left:43299;top:1647;height:17717;width:7998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pStyle w:val="2"/>
                      <w:spacing w:before="0" w:beforeAutospacing="0" w:after="0" w:afterAutospacing="0" w:line="620" w:lineRule="exact"/>
                    </w:pPr>
                    <w:r>
                      <w:rPr>
                        <w:rFonts w:hint="eastAsia" w:hAnsi="微软雅黑" w:eastAsia="微软雅黑" w:cs="Times New Roman" w:asciiTheme="minorHAnsi"/>
                        <w:color w:val="FFFFFF"/>
                        <w:kern w:val="2"/>
                      </w:rPr>
                      <w:t>姓名：</w:t>
                    </w:r>
                  </w:p>
                  <w:p>
                    <w:pPr>
                      <w:pStyle w:val="2"/>
                      <w:spacing w:before="0" w:beforeAutospacing="0" w:after="0" w:afterAutospacing="0" w:line="620" w:lineRule="exact"/>
                    </w:pPr>
                    <w:r>
                      <w:rPr>
                        <w:rFonts w:hint="eastAsia" w:hAnsi="微软雅黑" w:eastAsia="微软雅黑" w:cs="Times New Roman" w:asciiTheme="minorHAnsi"/>
                        <w:color w:val="FFFFFF"/>
                        <w:kern w:val="2"/>
                      </w:rPr>
                      <w:t>现居：</w:t>
                    </w:r>
                  </w:p>
                  <w:p>
                    <w:pPr>
                      <w:pStyle w:val="2"/>
                      <w:spacing w:before="0" w:beforeAutospacing="0" w:after="0" w:afterAutospacing="0" w:line="620" w:lineRule="exact"/>
                    </w:pPr>
                    <w:r>
                      <w:rPr>
                        <w:rFonts w:hint="eastAsia" w:hAnsi="微软雅黑" w:eastAsia="微软雅黑" w:cs="Times New Roman" w:asciiTheme="minorHAnsi"/>
                        <w:color w:val="FFFFFF"/>
                        <w:kern w:val="2"/>
                      </w:rPr>
                      <w:t>手机：</w:t>
                    </w:r>
                  </w:p>
                  <w:p>
                    <w:pPr>
                      <w:pStyle w:val="2"/>
                      <w:spacing w:before="0" w:beforeAutospacing="0" w:after="0" w:afterAutospacing="0" w:line="620" w:lineRule="exact"/>
                    </w:pPr>
                    <w:r>
                      <w:rPr>
                        <w:rFonts w:hint="eastAsia" w:hAnsi="微软雅黑" w:eastAsia="微软雅黑" w:cs="Times New Roman" w:asciiTheme="minorHAnsi"/>
                        <w:color w:val="FFFFFF"/>
                        <w:kern w:val="2"/>
                      </w:rPr>
                      <w:t>邮箱：</w:t>
                    </w:r>
                  </w:p>
                </w:txbxContent>
              </v:textbox>
            </v:shape>
            <v:shape id="_x0000_s1028" o:spid="_x0000_s1028" o:spt="202" type="#_x0000_t202" style="position:absolute;left:49570;top:1647;height:17717;width:13408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pStyle w:val="2"/>
                      <w:spacing w:before="0" w:beforeAutospacing="0" w:after="0" w:afterAutospacing="0" w:line="620" w:lineRule="exact"/>
                      <w:jc w:val="both"/>
                      <w:rPr>
                        <w:rFonts w:hint="eastAsia" w:hAnsi="微软雅黑" w:eastAsia="微软雅黑" w:cs="Times New Roman" w:asciiTheme="minorHAnsi"/>
                        <w:color w:val="FFFFFF"/>
                        <w:kern w:val="2"/>
                      </w:rPr>
                    </w:pPr>
                    <w:r>
                      <w:rPr>
                        <w:rFonts w:hint="eastAsia" w:hAnsi="微软雅黑" w:eastAsia="微软雅黑" w:cs="Times New Roman" w:asciiTheme="minorHAnsi"/>
                        <w:color w:val="FFFFFF"/>
                        <w:kern w:val="2"/>
                      </w:rPr>
                      <w:t>幸运日</w:t>
                    </w:r>
                  </w:p>
                  <w:p>
                    <w:pPr>
                      <w:pStyle w:val="2"/>
                      <w:spacing w:before="0" w:beforeAutospacing="0" w:after="0" w:afterAutospacing="0" w:line="620" w:lineRule="exact"/>
                      <w:jc w:val="both"/>
                    </w:pPr>
                    <w:r>
                      <w:rPr>
                        <w:rFonts w:hint="eastAsia" w:hAnsi="微软雅黑" w:eastAsia="微软雅黑" w:cs="Times New Roman" w:asciiTheme="minorHAnsi"/>
                        <w:color w:val="FFFFFF"/>
                        <w:kern w:val="2"/>
                      </w:rPr>
                      <w:t>北京海淀</w:t>
                    </w:r>
                  </w:p>
                  <w:p>
                    <w:pPr>
                      <w:pStyle w:val="2"/>
                      <w:spacing w:before="0" w:beforeAutospacing="0" w:after="0" w:afterAutospacing="0" w:line="620" w:lineRule="exact"/>
                      <w:jc w:val="both"/>
                    </w:pPr>
                    <w:r>
                      <w:rPr>
                        <w:rFonts w:hAnsi="Calibri" w:eastAsia="微软雅黑" w:cs="Times New Roman" w:asciiTheme="minorHAnsi"/>
                        <w:color w:val="FFFFFF"/>
                        <w:kern w:val="2"/>
                      </w:rPr>
                      <w:t>152 0032 0007</w:t>
                    </w:r>
                  </w:p>
                  <w:p>
                    <w:pPr>
                      <w:pStyle w:val="2"/>
                      <w:spacing w:before="0" w:beforeAutospacing="0" w:after="0" w:afterAutospacing="0" w:line="620" w:lineRule="exact"/>
                      <w:jc w:val="both"/>
                    </w:pPr>
                    <w:r>
                      <w:rPr>
                        <w:rFonts w:hAnsi="Calibri" w:cs="Times New Roman" w:asciiTheme="minorHAnsi" w:eastAsiaTheme="minorEastAsia"/>
                        <w:color w:val="FFFFFF"/>
                        <w:kern w:val="2"/>
                      </w:rPr>
                      <w:t>docer@qq.com</w:t>
                    </w:r>
                  </w:p>
                </w:txbxContent>
              </v:textbox>
            </v:shape>
          </v:group>
        </w:pict>
      </w:r>
      <w:r>
        <w:pict>
          <v:shape id="KSO_Shape" o:spid="_x0000_s1115" o:spt="100" style="position:absolute;left:0pt;margin-left:277.8pt;margin-top:268.75pt;height:11.85pt;width:6.9pt;z-index:251592704;v-text-anchor:middle;mso-width-relative:page;mso-height-relative:page;" stroked="f" coordsize="559792,955625" o:gfxdata="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" adj=",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<v:path o:connecttype="segments"/>
            <v:fill focussize="0,0"/>
            <v:stroke on="f" weight="1pt" joinstyle="miter"/>
            <v:imagedata o:title=""/>
            <o:lock v:ext="edit"/>
            <v:textbox inset="2.54mm,1.27mm,2.54mm,8.16463888888889mm"/>
          </v:shape>
        </w:pict>
      </w:r>
      <w:r>
        <w:pict>
          <v:shape id="_x0000_s1114" o:spid="_x0000_s1114" o:spt="100" style="position:absolute;left:0pt;margin-left:276pt;margin-top:299.8pt;height:10.85pt;width:10.85pt;z-index:251593728;v-text-anchor:middle;mso-width-relative:page;mso-height-relative:page;" stroked="f" coordsize="5581,5581" o:gfxdata="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" adj=",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<v:path o:connecttype="segments" o:connectlocs="@0,@0;@0,@0;@0,@0;@0,@0;@0,@0;@0,@0;@0,@0;@0,@0;@0,@0;@0,@0;@0,@0;@0,@0;@0,@0;@0,@0;@0,@0;@0,@0;@0,@0;@0,@0;@0,@0;@0,@0;@0,980940013;@0,@0;@0,@0;@0,@0;@0,@0;980940013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<v:fill focussize="0,0"/>
            <v:stroke on="f" joinstyle="round"/>
            <v:imagedata o:title=""/>
            <o:lock v:ext="edit"/>
          </v:shape>
        </w:pict>
      </w:r>
      <w:r>
        <w:pict>
          <v:shape id="_x0000_s1113" o:spid="_x0000_s1113" o:spt="100" style="position:absolute;left:0pt;margin-left:276pt;margin-top:329.65pt;height:11.25pt;width:10.85pt;z-index:251594752;v-text-anchor:middle;mso-width-relative:page;mso-height-relative:page;" stroked="f" coordsize="90,93" o:gfxdata="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" adj=",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<v:path o:connecttype="segments"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<v:fill focussize="0,0"/>
            <v:stroke on="f" joinstyle="round"/>
            <v:imagedata o:title=""/>
            <o:lock v:ext="edit"/>
          </v:shape>
        </w:pict>
      </w:r>
      <w:r>
        <w:pict>
          <v:shape id="_x0000_s1112" o:spid="_x0000_s1112" o:spt="100" style="position:absolute;left:0pt;margin-left:275.9pt;margin-top:236.2pt;height:13pt;width:10.25pt;z-index:251595776;v-text-anchor:middle;mso-width-relative:page;mso-height-relative:page;" stroked="f" coordsize="1679575,2125662" o:gfxdata="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" adj=",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<v:path o:connecttype="segments" o:connectlocs="39420,72387;50031,77878;49457,81097;48796,84956;50075,89058;71605,130250;68693,88198;69510,84008;68627,80568;71098,77525;81290,71902;90621,72409;97481,79179;103393,86765;108335,95188;112173,104604;114909,115035;116431,126568;111622,135102;96334,141651;80297,145863;63752,147671;46237,146877;28920,143283;12353,136998;0,129986;1191,117747;3661,106743;7323,96864;12088,88066;17890,80281;24640,73379;33155,66720;64490,397;71879,2406;78561,5938;84274,10773;88795,16690;91993,23534;93647,31107;93449,39850;90890,48592;86281,56231;79907,62391;70952,67248;64909,68838;58381,69279;51080,68330;44375,65923;38354,62259;32906,57114;28451,50491;25628,42918;24591,34639;25474,26802;28032,19649;32002,13268;37207,7903;43471,3797;50595,1081;58314,0" o:connectangles="0,0,0,0,0,0,0,0,0,0,0,0,0,0,0,0,0,0,0,0,0,0,0,0,0,0,0,0,0,0,0,0,0,0,0,0,0,0,0,0,0,0,0,0,0,0,0,0,0,0,0,0,0,0,0,0,0,0,0,0,0"/>
            <v:fill focussize="0,0"/>
            <v:stroke on="f" joinstyle="round"/>
            <v:imagedata o:title=""/>
            <o:lock v:ext="edit"/>
          </v:shape>
        </w:pict>
      </w:r>
      <w:r>
        <w:drawing>
          <wp:anchor distT="0" distB="0" distL="114300" distR="114300" simplePos="0" relativeHeight="25158860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-546100</wp:posOffset>
            </wp:positionV>
            <wp:extent cx="7559675" cy="5126990"/>
            <wp:effectExtent l="0" t="0" r="317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512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pPr>
        <w:widowControl/>
        <w:jc w:val="left"/>
      </w:pPr>
      <w:r>
        <w:pict>
          <v:line id="_x0000_s1111" o:spid="_x0000_s1111" o:spt="20" style="position:absolute;left:0pt;margin-left:-71.95pt;margin-top:219.1pt;height:0pt;width:170.25pt;z-index:251607040;mso-width-relative:page;mso-height-relative:page;" stroked="t" coordsize="21600,21600" o:gfxdata="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RoV9bZAAAADAEAAA8AAAAA&#10;AAAAAQAgAAAAIgAAAGRycy9kb3ducmV2LnhtbFBLAQIUABQAAAAIAIdO4kCysjul2gEAAIMDAAAO&#10;AAAAAAAAAAEAIAAAACgBAABkcnMvZTJvRG9jLnhtbFBLBQYAAAAABgAGAFkBAAB0BQAAAAA=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line id="_x0000_s1110" o:spid="_x0000_s1110" o:spt="20" style="position:absolute;left:0pt;margin-left:-71.95pt;margin-top:249.25pt;height:0pt;width:170.25pt;z-index:251608064;mso-width-relative:page;mso-height-relative:page;" stroked="t" coordsize="21600,21600" o:gfxdata="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sKk7dkAAAAMAQAADwAAAAAA&#10;AAABACAAAAAiAAAAZHJzL2Rvd25yZXYueG1sUEsBAhQAFAAAAAgAh07iQJEDb5nZAQAAgwMAAA4A&#10;AAAAAAAAAQAgAAAAKAEAAGRycy9lMm9Eb2MueG1sUEsFBgAAAAAGAAYAWQEAAHMFAAAAAA==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line id="_x0000_s1109" o:spid="_x0000_s1109" o:spt="20" style="position:absolute;left:0pt;margin-left:-71.95pt;margin-top:279.4pt;height:0pt;width:170.25pt;z-index:251609088;mso-width-relative:page;mso-height-relative:page;" stroked="t" coordsize="21600,21600" o:gfxdata="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HOmOf2gAAAAwBAAAPAAAA&#10;AAAAAAEAIAAAACIAAABkcnMvZG93bnJldi54bWxQSwECFAAUAAAACACHTuJA9NCS3doBAACDAwAA&#10;DgAAAAAAAAABACAAAAApAQAAZHJzL2Uyb0RvYy54bWxQSwUGAAAAAAYABgBZAQAAdQUAAAAA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line id="_x0000_s1108" o:spid="_x0000_s1108" o:spt="20" style="position:absolute;left:0pt;margin-left:-71.95pt;margin-top:309.5pt;height:0pt;width:170.25pt;z-index:251610112;mso-width-relative:page;mso-height-relative:page;" stroked="t" coordsize="21600,21600" o:gfxdata="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5940LZAAAADAEAAA8AAAAA&#10;AAAAAQAgAAAAIgAAAGRycy9kb3ducmV2LnhtbFBLAQIUABQAAAAIAIdO4kDXYcbh2gEAAIMDAAAO&#10;AAAAAAAAAAEAIAAAACgBAABkcnMvZTJvRG9jLnhtbFBLBQYAAAAABgAGAFkBAAB0BQAAAAA=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line id="_x0000_s1107" o:spid="_x0000_s1107" o:spt="20" style="position:absolute;left:0pt;margin-left:-71.95pt;margin-top:339.65pt;height:0pt;width:170.25pt;z-index:251611136;mso-width-relative:page;mso-height-relative:page;" stroked="t" coordsize="21600,21600" o:gfxdata="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b+rjHaAAAADAEAAA8AAAAA&#10;AAAAAQAgAAAAIgAAAGRycy9kb3ducmV2LnhtbFBLAQIUABQAAAAIAIdO4kBn+b1t2QEAAIMDAAAO&#10;AAAAAAAAAAEAIAAAACkBAABkcnMvZTJvRG9jLnhtbFBLBQYAAAAABgAGAFkBAAB0BQAAAAA=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line id="_x0000_s1106" o:spid="_x0000_s1106" o:spt="20" style="position:absolute;left:0pt;margin-left:-71.95pt;margin-top:369.8pt;height:0pt;width:170.25pt;z-index:251612160;mso-width-relative:page;mso-height-relative:page;" stroked="t" coordsize="21600,21600" o:gfxdata="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16Eeq2gAAAAwBAAAPAAAA&#10;AAAAAAEAIAAAACIAAABkcnMvZG93bnJldi54bWxQSwECFAAUAAAACACHTuJAREjpUdoBAACDAwAA&#10;DgAAAAAAAAABACAAAAApAQAAZHJzL2Uyb0RvYy54bWxQSwUGAAAAAAYABgBZAQAAdQUAAAAA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line id="_x0000_s1105" o:spid="_x0000_s1105" o:spt="20" style="position:absolute;left:0pt;margin-left:-71.95pt;margin-top:399.9pt;height:0pt;width:170.25pt;z-index:251613184;mso-width-relative:page;mso-height-relative:page;" stroked="t" coordsize="21600,21600" o:gfxdata="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9loRPZAAAADAEAAA8AAAAA&#10;AAAAAQAgAAAAIgAAAGRycy9kb3ducmV2LnhtbFBLAQIUABQAAAAIAIdO4kAZr6FV2gEAAIMDAAAO&#10;AAAAAAAAAAEAIAAAACgBAABkcnMvZTJvRG9jLnhtbFBLBQYAAAAABgAGAFkBAAB0BQAAAAA=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line id="_x0000_s1104" o:spid="_x0000_s1104" o:spt="20" style="position:absolute;left:0pt;margin-left:-71.95pt;margin-top:430.05pt;height:0pt;width:170.25pt;z-index:251614208;mso-width-relative:page;mso-height-relative:page;" stroked="t" coordsize="21600,21600" o:gfxdata="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AuNWjZAAAADAEAAA8AAAAA&#10;AAAAAQAgAAAAIgAAAGRycy9kb3ducmV2LnhtbFBLAQIUABQAAAAIAIdO4kB8fFwR2gEAAIMDAAAO&#10;AAAAAAAAAAEAIAAAACgBAABkcnMvZTJvRG9jLnhtbFBLBQYAAAAABgAGAFkBAAB0BQAAAAA=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line id="_x0000_s1103" o:spid="_x0000_s1103" o:spt="20" style="position:absolute;left:0pt;margin-left:-71.95pt;margin-top:189pt;height:0pt;width:170.25pt;z-index:251615232;mso-width-relative:page;mso-height-relative:page;" stroked="t" coordsize="21600,21600" o:gfxdata="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DpzoU2gAAAAwBAAAPAAAA&#10;AAAAAAEAIAAAACIAAABkcnMvZG93bnJldi54bWxQSwECFAAUAAAACACHTuJAX80ILdoBAACDAwAA&#10;DgAAAAAAAAABACAAAAApAQAAZHJzL2Uyb0RvYy54bWxQSwUGAAAAAAYABgBZAQAAdQUAAAAA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shape id="_x0000_s1102" o:spid="_x0000_s1102" o:spt="55" type="#_x0000_t55" style="position:absolute;left:0pt;margin-left:87pt;margin-top:199.5pt;height:10.05pt;width:4.65pt;z-index:251625472;v-text-anchor:middle;mso-width-relative:page;mso-height-relative:page;" fillcolor="#333F50" filled="t" stroked="f" coordsize="21600,21600" o:gfxdata="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BMbk3ZAAAACwEAAA8AAAAAAAAAAQAgAAAAIgAA&#10;AGRycy9kb3ducmV2LnhtbFBLAQIUABQAAAAIAIdO4kDMjA0uBwIAANoDAAAOAAAAAAAAAAEAIAAA&#10;ACgBAABkcnMvZTJvRG9jLnhtbFBLBQYAAAAABgAGAFkBAAChBQAAAAA=&#10;" adj="4719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101" o:spid="_x0000_s1101" o:spt="55" type="#_x0000_t55" style="position:absolute;left:0pt;margin-left:87pt;margin-top:409.25pt;height:10.05pt;width:4.65pt;z-index:251626496;v-text-anchor:middle;mso-width-relative:page;mso-height-relative:page;" fillcolor="#333F50" filled="t" stroked="f" coordsize="21600,21600" o:gfxdata="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pIuSdkAAAALAQAADwAAAAAAAAABACAAAAAiAAAA&#10;ZHJzL2Rvd25yZXYueG1sUEsBAhQAFAAAAAgAh07iQCdswLMGAgAA2gMAAA4AAAAAAAAAAQAgAAAA&#10;KAEAAGRycy9lMm9Eb2MueG1sUEsFBgAAAAAGAAYAWQEAAKAFAAAAAA==&#10;" adj="4719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100" o:spid="_x0000_s1100" o:spt="55" type="#_x0000_t55" style="position:absolute;left:0pt;margin-left:87pt;margin-top:229.45pt;height:10.05pt;width:4.65pt;z-index:251627520;v-text-anchor:middle;mso-width-relative:page;mso-height-relative:page;" fillcolor="#333F50" filled="t" stroked="f" coordsize="21600,21600" o:gfxdata="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EAty/2gAAAAsBAAAPAAAAAAAAAAEAIAAAACIA&#10;AABkcnMvZG93bnJldi54bWxQSwECFAAUAAAACACHTuJAExroVwcCAADaAwAADgAAAAAAAAABACAA&#10;AAApAQAAZHJzL2Uyb0RvYy54bWxQSwUGAAAAAAYABgBZAQAAogUAAAAA&#10;" adj="4719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099" o:spid="_x0000_s1099" o:spt="55" type="#_x0000_t55" style="position:absolute;left:0pt;margin-left:87pt;margin-top:259.4pt;height:10.05pt;width:4.65pt;z-index:251628544;v-text-anchor:middle;mso-width-relative:page;mso-height-relative:page;" fillcolor="#333F50" filled="t" stroked="f" coordsize="21600,21600" o:gfxdata="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2WnIz9kAAAALAQAADwAAAAAAAAABACAAAAAiAAAA&#10;ZHJzL2Rvd25yZXYueG1sUEsBAhQAFAAAAAgAh07iQMrS9RkGAgAA2gMAAA4AAAAAAAAAAQAgAAAA&#10;KAEAAGRycy9lMm9Eb2MueG1sUEsFBgAAAAAGAAYAWQEAAKAFAAAAAA==&#10;" adj="4719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098" o:spid="_x0000_s1098" o:spt="55" type="#_x0000_t55" style="position:absolute;left:0pt;margin-left:87pt;margin-top:289.4pt;height:10.05pt;width:4.65pt;z-index:251629568;v-text-anchor:middle;mso-width-relative:page;mso-height-relative:page;" fillcolor="#333F50" filled="t" stroked="f" coordsize="21600,21600" o:gfxdata="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lXrly2QAAAAsBAAAPAAAAAAAAAAEAIAAAACIAAABk&#10;cnMvZG93bnJldi54bWxQSwECFAAUAAAACACHTuJA/qTd/QUCAADaAwAADgAAAAAAAAABACAAAAAo&#10;AQAAZHJzL2Uyb0RvYy54bWxQSwUGAAAAAAYABgBZAQAAnwUAAAAA&#10;" adj="4719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097" o:spid="_x0000_s1097" o:spt="55" type="#_x0000_t55" style="position:absolute;left:0pt;margin-left:87pt;margin-top:319.35pt;height:10.05pt;width:4.65pt;z-index:251630592;v-text-anchor:middle;mso-width-relative:page;mso-height-relative:page;" fillcolor="#333F50" filled="t" stroked="f" coordsize="21600,21600" o:gfxdata="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wiVYjaAAAACwEAAA8AAAAAAAAAAQAgAAAAIgAA&#10;AGRycy9kb3ducmV2LnhtbFBLAQIUABQAAAAIAIdO4kDjONQKBgIAANoDAAAOAAAAAAAAAAEAIAAA&#10;ACkBAABkcnMvZTJvRG9jLnhtbFBLBQYAAAAABgAGAFkBAAChBQAAAAA=&#10;" adj="4719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096" o:spid="_x0000_s1096" o:spt="55" type="#_x0000_t55" style="position:absolute;left:0pt;margin-left:87pt;margin-top:349.3pt;height:10.05pt;width:4.65pt;z-index:251631616;v-text-anchor:middle;mso-width-relative:page;mso-height-relative:page;" fillcolor="#333F50" filled="t" stroked="f" coordsize="21600,21600" o:gfxdata="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+DIsraAAAACwEAAA8AAAAAAAAAAQAgAAAAIgAA&#10;AGRycy9kb3ducmV2LnhtbFBLAQIUABQAAAAIAIdO4kDXTvzuBgIAANoDAAAOAAAAAAAAAAEAIAAA&#10;ACkBAABkcnMvZTJvRG9jLnhtbFBLBQYAAAAABgAGAFkBAAChBQAAAAA=&#10;" adj="4719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095" o:spid="_x0000_s1095" o:spt="55" type="#_x0000_t55" style="position:absolute;left:0pt;margin-left:87pt;margin-top:379.3pt;height:10.05pt;width:4.65pt;z-index:251632640;v-text-anchor:middle;mso-width-relative:page;mso-height-relative:page;" fillcolor="#333F50" filled="t" stroked="f" coordsize="21600,21600" o:gfxdata="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ga9Vr2gAAAAsBAAAPAAAAAAAAAAEAIAAAACIAAABk&#10;cnMvZG93bnJldi54bWxQSwECFAAUAAAACACHTuJAmAa2PwQCAADaAwAADgAAAAAAAAABACAAAAAp&#10;AQAAZHJzL2Uyb0RvYy54bWxQSwUGAAAAAAYABgBZAQAAnwUAAAAA&#10;" adj="4719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rect id="_x0000_s1094" o:spid="_x0000_s1094" o:spt="1" style="position:absolute;left:0pt;margin-left:-71.7pt;margin-top:-71.95pt;height:842.25pt;width:170.3pt;z-index:251598848;v-text-anchor:middle;mso-width-relative:page;mso-height-relative:page;" fillcolor="#F2F2F2" filled="t" stroked="f" coordsize="21600,21600" o:gfxdata="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kGaLjeAAAADgEAAA8AAAAAAAAAAQAgAAAAIgAAAGRycy9kb3ducmV2LnhtbFBL&#10;AQIUABQAAAAIAIdO4kAOtfgh8AEAALkDAAAOAAAAAAAAAAEAIAAAAC0BAABkcnMvZTJvRG9jLnht&#10;bFBLBQYAAAAABgAGAFkBAACPBQAAAAA=&#10;">
            <v:path/>
            <v:fill on="t" focussize="0,0"/>
            <v:stroke on="f" weight="1pt"/>
            <v:imagedata o:title=""/>
            <o:lock v:ext="edit"/>
          </v:rect>
        </w:pict>
      </w:r>
      <w:r>
        <w:pict>
          <v:rect id="_x0000_s1093" o:spid="_x0000_s1093" o:spt="1" style="position:absolute;left:0pt;margin-left:-77.35pt;margin-top:188.95pt;height:242.2pt;width:175.55pt;z-index:251599872;v-text-anchor:middle;mso-width-relative:page;mso-height-relative:page;" fillcolor="#EAEAEA" filled="t" stroked="f" coordsize="21600,21600" o:gfxdata="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WxmcSdsAAAAMAQAADwAAAAAA&#10;AAABACAAAAAiAAAAZHJzL2Rvd25yZXYueG1sUEsBAhQAFAAAAAgAh07iQNfnlFfXAQAAhwMAAA4A&#10;AAAAAAAAAQAgAAAAKgEAAGRycy9lMm9Eb2MueG1sUEsFBgAAAAAGAAYAWQEAAHMFAAAAAA==&#10;">
            <v:path/>
            <v:fill on="t" focussize="0,0"/>
            <v:stroke on="f" weight="1pt"/>
            <v:imagedata o:title=""/>
            <o:lock v:ext="edit"/>
          </v:rect>
        </w:pict>
      </w:r>
      <w:r>
        <w:pict>
          <v:shape id="文本框 12" o:spid="_x0000_s1092" o:spt="202" type="#_x0000_t202" style="position:absolute;left:0pt;margin-left:-71.75pt;margin-top:716.75pt;height:28.8pt;width:169.9pt;z-index:251600896;mso-width-relative:page;mso-height-relative:page;" filled="f" stroked="f" coordsize="21600,21600" o:gfxdata="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DFIc392QAAAA4BAAAPAAAAAAAA&#10;AAEAIAAAACIAAABkcnMvZG93bnJldi54bWxQSwECFAAUAAAACACHTuJAl4tmip8BAAAQAwAADgAA&#10;AAAAAAABACAAAAAoAQAAZHJzL2Uyb0RvYy54bWxQSwUGAAAAAAYABgBZAQAAOQU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432" w:lineRule="exact"/>
                    <w:jc w:val="center"/>
                  </w:pPr>
                  <w:r>
                    <w:rPr>
                      <w:rFonts w:ascii="Impact" w:hAnsi="Impact"/>
                      <w:color w:val="333F50"/>
                      <w:kern w:val="24"/>
                      <w:sz w:val="36"/>
                      <w:szCs w:val="36"/>
                    </w:rPr>
                    <w:t>PERSONAL RESUME</w:t>
                  </w:r>
                </w:p>
              </w:txbxContent>
            </v:textbox>
          </v:shape>
        </w:pict>
      </w:r>
      <w:r>
        <w:pict>
          <v:rect id="矩形 9" o:spid="_x0000_s1030" o:spt="1" style="position:absolute;left:0pt;margin-left:-71.75pt;margin-top:104.95pt;height:37.2pt;width:170.3pt;z-index:25160192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">
            <v:path/>
            <v:fill on="f" focussize="0,0"/>
            <v:stroke on="f"/>
            <v:imagedata o:title=""/>
            <o:lock v:ext="edit"/>
            <v:textbox style="mso-fit-shape-to-text:t;">
              <w:txbxContent>
                <w:p>
                  <w:pPr>
                    <w:pStyle w:val="2"/>
                    <w:spacing w:before="0" w:beforeAutospacing="0" w:after="0" w:afterAutospacing="0" w:line="600" w:lineRule="exact"/>
                    <w:jc w:val="center"/>
                  </w:pPr>
                  <w:r>
                    <w:rPr>
                      <w:rFonts w:hint="eastAsia" w:hAnsi="微软雅黑" w:eastAsia="微软雅黑"/>
                      <w:color w:val="333F50"/>
                      <w:kern w:val="24"/>
                      <w:sz w:val="44"/>
                      <w:szCs w:val="44"/>
                    </w:rPr>
                    <w:t>幸运日</w:t>
                  </w:r>
                </w:p>
              </w:txbxContent>
            </v:textbox>
          </v:rect>
        </w:pict>
      </w:r>
      <w:r>
        <w:pict>
          <v:rect id="_x0000_s1091" o:spid="_x0000_s1091" o:spt="1" style="position:absolute;left:0pt;margin-left:-71.7pt;margin-top:141.6pt;height:23.45pt;width:170.3pt;z-index:251602944;mso-width-relative:page;mso-height-relative:page;" filled="f" stroked="f" coordsize="21600,21600" o:gfxdata="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PMHXTHbAAAADAEAAA8AAAAAAAAAAQAgAAAAIgAAAGRycy9k&#10;b3ducmV2LnhtbFBLAQIUABQAAAAIAIdO4kCGTPm7jQEAAPkCAAAOAAAAAAAAAAEAIAAAACoBAABk&#10;cnMvZTJvRG9jLnhtbFBLBQYAAAAABgAGAFkBAAApBQAAAAA=&#10;">
            <v:path/>
            <v:fill on="f" focussize="0,0"/>
            <v:stroke on="f"/>
            <v:imagedata o:title=""/>
            <o:lock v:ext="edit"/>
            <v:textbox style="mso-fit-shape-to-text:t;">
              <w:txbxContent>
                <w:p>
                  <w:pPr>
                    <w:spacing w:line="320" w:lineRule="exact"/>
                    <w:jc w:val="center"/>
                  </w:pPr>
                  <w:r>
                    <w:rPr>
                      <w:rFonts w:hint="eastAsia" w:hAnsi="微软雅黑" w:eastAsia="微软雅黑" w:cs="Times New Roman"/>
                      <w:color w:val="333F50"/>
                      <w:kern w:val="24"/>
                    </w:rPr>
                    <w:t>求职意向：产品经理</w:t>
                  </w:r>
                </w:p>
              </w:txbxContent>
            </v:textbox>
          </v:rect>
        </w:pict>
      </w:r>
      <w:r>
        <w:pict>
          <v:shape id="文本框 2" o:spid="_x0000_s1090" o:spt="202" type="#_x0000_t202" style="position:absolute;left:0pt;margin-left:-42.1pt;margin-top:181.75pt;height:249.4pt;width:48.6pt;z-index:251603968;mso-width-relative:page;mso-height-relative:page;" filled="f" stroked="f" coordsize="21600,21600" o:gfxdata="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CaqUw2wAAAAoBAAAP&#10;AAAAAAAAAAEAIAAAACIAAABkcnMvZG93bnJldi54bWxQSwECFAAUAAAACACHTuJAJIbQ4hUCAAD3&#10;AwAADgAAAAAAAAABACAAAAAqAQAAZHJzL2Uyb0RvYy54bWxQSwUGAAAAAAYABgBZAQAAsQ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生日：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现居：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学历：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专业：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手机：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微信：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微博：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邮箱：</w:t>
                  </w:r>
                </w:p>
              </w:txbxContent>
            </v:textbox>
          </v:shape>
        </w:pict>
      </w:r>
      <w:r>
        <w:pict>
          <v:shape id="_x0000_s1089" o:spid="_x0000_s1089" o:spt="202" type="#_x0000_t202" style="position:absolute;left:0pt;margin-left:-0.8pt;margin-top:181.75pt;height:249.4pt;width:99.8pt;z-index:251604992;mso-width-relative:page;mso-height-relative:page;" filled="f" stroked="f" coordsize="21600,21600" o:gfxdata="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Fm6bY2wAAAAoBAAAP&#10;AAAAAAAAAAEAIAAAACIAAABkcnMvZG93bnJldi54bWxQSwECFAAUAAAACACHTuJAiaID2RUCAAD4&#10;AwAADgAAAAAAAAABACAAAAAqAQAAZHJzL2Uyb0RvYy54bWxQSwUGAAAAAAYABgBZAQAAsQ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600" w:lineRule="exact"/>
                  </w:pPr>
                  <w:r>
                    <w:rPr>
                      <w:rFonts w:hAnsi="Calibri" w:eastAsia="微软雅黑" w:cs="Times New Roman"/>
                      <w:color w:val="0D0D0D"/>
                      <w:sz w:val="22"/>
                    </w:rPr>
                    <w:t>1995.06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北京海淀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大学本科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视觉传达</w:t>
                  </w:r>
                </w:p>
                <w:p>
                  <w:pPr>
                    <w:spacing w:line="600" w:lineRule="exact"/>
                    <w:rPr>
                      <w:rFonts w:hint="eastAsia" w:eastAsia="微软雅黑"/>
                      <w:lang w:val="en-US" w:eastAsia="zh-CN"/>
                    </w:rPr>
                  </w:pPr>
                  <w:r>
                    <w:rPr>
                      <w:rFonts w:hAnsi="Calibri" w:eastAsia="微软雅黑" w:cs="Times New Roman"/>
                      <w:color w:val="0D0D0D"/>
                      <w:sz w:val="22"/>
                    </w:rPr>
                    <w:t xml:space="preserve">152 0032 </w:t>
                  </w:r>
                  <w:r>
                    <w:rPr>
                      <w:rFonts w:hint="eastAsia" w:hAnsi="Calibri" w:eastAsia="微软雅黑" w:cs="Times New Roman"/>
                      <w:color w:val="0D0D0D"/>
                      <w:sz w:val="22"/>
                      <w:lang w:val="en-US" w:eastAsia="zh-CN"/>
                    </w:rPr>
                    <w:t>000</w:t>
                  </w:r>
                </w:p>
                <w:p>
                  <w:pPr>
                    <w:spacing w:line="600" w:lineRule="exact"/>
                    <w:rPr>
                      <w:rFonts w:hint="eastAsia" w:hAnsi="Calibri" w:eastAsia="微软雅黑" w:cs="Times New Roman"/>
                      <w:color w:val="0D0D0D"/>
                      <w:sz w:val="22"/>
                      <w:lang w:val="en-US" w:eastAsia="zh-CN"/>
                    </w:rPr>
                  </w:pPr>
                  <w:r>
                    <w:rPr>
                      <w:rFonts w:hint="eastAsia" w:hAnsi="Calibri" w:eastAsia="微软雅黑" w:cs="Times New Roman"/>
                      <w:color w:val="0D0D0D"/>
                      <w:sz w:val="22"/>
                      <w:lang w:val="en-US" w:eastAsia="zh-CN"/>
                    </w:rPr>
                    <w:t>Xingyunri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香瓜手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Ansi="Calibri" w:cs="Times New Roman"/>
                      <w:color w:val="0D0D0D"/>
                      <w:sz w:val="22"/>
                    </w:rPr>
                    <w:t>docer@qq.com</w:t>
                  </w:r>
                </w:p>
              </w:txbxContent>
            </v:textbox>
          </v:shape>
        </w:pict>
      </w:r>
      <w:r>
        <w:pict>
          <v:shape id="微信" o:spid="_x0000_s1088" o:spt="100" style="position:absolute;left:0pt;margin-left:-58.8pt;margin-top:349.2pt;height:9.45pt;width:9.75pt;z-index:251616256;mso-width-relative:page;mso-height-relative:page;" fillcolor="#333F50" filled="t" stroked="f" coordsize="969654,903534" o:gfxdata="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" adj="," path="m813088,487443c793206,487443,777088,503561,777088,523443c777088,543325,793206,559443,813088,559443c832970,559443,849088,543325,849088,523443c849088,503561,832970,487443,813088,487443xm606961,487443c587079,487443,570961,503561,570961,523443c570961,543325,587079,559443,606961,559443c626843,559443,642961,543325,642961,523443c642961,503561,626843,487443,606961,487443xm691345,336511c769490,335080,847112,364668,901758,422110c999759,525126,990612,681640,881173,774306l905846,903534,792422,824563c666952,867914,525982,820668,459770,713074c386891,594648,429055,444146,554971,373268c597384,349394,644458,337369,691345,336511xm547874,187267c518051,187267,493874,211444,493874,241267c493874,271090,518051,295267,547874,295267c577697,295267,601874,271090,601874,241267c601874,211444,577697,187267,547874,187267xm294449,187267c264626,187267,240449,211444,240449,241267c240449,271090,264626,295267,294449,295267c324272,295267,348449,271090,348449,241267c348449,211444,324272,187267,294449,187267xm408549,168c456533,-1113,505397,4870,553141,18800c730896,70663,843952,217556,840274,375462c754752,310337,632797,302687,535419,357502c409503,428380,367339,578882,440218,697308c450352,713775,462237,728829,478397,739559c442192,745523,404623,745773,366675,741395l245711,837584,214226,696474c11680,595442,-59861,368389,54436,189343c128564,73222,264598,4010,408549,168xe">
            <v:path o:connecttype="segments"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微博" o:spid="_x0000_s1087" o:spt="100" style="position:absolute;left:0pt;margin-left:-59.55pt;margin-top:378.75pt;height:9.45pt;width:10.5pt;z-index:251617280;mso-width-relative:page;mso-height-relative:page;" fillcolor="#333F50" filled="t" stroked="f" coordsize="684048,556307" o:gfxdata="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" adj="," path="m222901,383453c218315,383977,213613,385281,209039,387420c190739,395979,181407,414680,188193,429191c194980,443702,215317,448527,233616,439969c251915,431410,261248,412709,254461,398198c249371,387315,236659,381879,222901,383453xm284035,369073c281538,368297,278657,368441,275985,369691c270641,372190,268154,378164,270432,383034c272710,387904,278888,389825,284233,387325c289577,384826,292063,378852,289785,373982c288647,371547,286533,369850,284035,369073xm266604,297070c319078,300338,362309,335548,367763,383070c373996,437381,328527,487207,266205,494360c203883,501513,148308,463284,142074,408972c135841,354661,181310,304835,243632,297682c251423,296788,259108,296603,266604,297070xm297042,252387c283618,252176,269820,252839,255793,254449c143583,267328,59288,335880,67516,407566c75743,479252,173377,526925,285587,514046c397797,501168,482091,432615,473864,360929c466665,298204,391015,253864,297042,252387xm509416,97868c544841,99182,588107,127580,590257,183051c592352,199448,588214,215684,579852,229407l580228,229581c580244,229743,580186,229872,580126,230000l578707,232024c578590,232839,578192,233485,577787,234126l577385,233908c572286,241165,563167,244302,554750,241632l548315,238643c539522,233101,536249,221620,540834,211750l541088,211402,541243,211474c549302,193084,546794,175359,541863,165391c534763,151042,514479,135118,480142,145181l480025,144483c471706,144624,464282,140887,461009,134412l458966,128175c457496,119354,463572,110158,473636,106144l473571,105761c485121,99922,497817,97438,509416,97868xm286518,82088c376738,91976,317665,163994,337363,184000c387081,179119,437510,146098,486517,169358c533076,203014,494312,233925,501054,264835c649340,323962,585744,409170,562675,436725c354965,648778,45454,533772,10807,435328c-41075,330306,100878,89491,286518,82088xm489068,0c596753,0,684048,87296,684048,194980c684048,216847,680448,237874,672966,257215l672379,257003c668967,265617,657523,269364,645725,265916l637884,262819c627530,257587,621785,247890,624308,239644l623975,239524c629260,225659,631774,210613,631774,194980c631774,116165,567883,52274,489068,52274l469942,54202,469951,54239c469861,54366,469744,54397,469627,54427c460634,56697,450861,49439,446718,37636l444619,29323c442667,16995,447797,5987,456757,3699l456661,3267c467135,923,477994,0,489068,0xe">
            <v:path o:connecttype="segments"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086" o:spid="_x0000_s1086" o:spt="100" style="position:absolute;left:0pt;margin-left:-57.25pt;margin-top:228.95pt;height:10.9pt;width:6.4pt;z-index:251618304;v-text-anchor:middle;mso-width-relative:page;mso-height-relative:page;" fillcolor="#333F50" filled="t" stroked="f" coordsize="559792,955625" o:gfxdata="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" adj=",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<v:path o:connecttype="segments"/>
            <v:fill on="t" focussize="0,0"/>
            <v:stroke on="f" weight="1pt" joinstyle="miter"/>
            <v:imagedata o:title=""/>
            <o:lock v:ext="edit"/>
            <v:textbox inset="2.54mm,1.27mm,2.54mm,8.16463888888889mm"/>
          </v:shape>
        </w:pict>
      </w:r>
      <w:r>
        <w:pict>
          <v:shape id="_x0000_s1085" o:spid="_x0000_s1085" o:spt="100" style="position:absolute;left:0pt;margin-left:-58.9pt;margin-top:319.2pt;height:10pt;width:10pt;z-index:251619328;v-text-anchor:middle;mso-width-relative:page;mso-height-relative:page;" fillcolor="#333F50" filled="t" stroked="f" coordsize="5581,5581" o:gfxdata="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" adj=",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<v:path o:connecttype="segments" o:connectlocs="@0,@0;@0,@0;@0,@0;@0,@0;@0,@0;@0,@0;@0,@0;@0,@0;@0,@0;@0,@0;@0,@0;@0,@0;@0,@0;@0,@0;@0,@0;@0,@0;@0,@0;@0,@0;@0,@0;@0,@0;@0,902141617;@0,@0;@0,@0;@0,@0;@0,@0;902141617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_x0000_s1084" o:spid="_x0000_s1084" o:spt="100" style="position:absolute;left:0pt;margin-left:-59.55pt;margin-top:199.3pt;height:9.95pt;width:10.6pt;z-index:251620352;v-text-anchor:middle;mso-width-relative:page;mso-height-relative:page;" fillcolor="#333F50" filled="t" stroked="f" coordsize="1993900,1873250" o:gfxdata="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" adj="," path="m195263,1631950l1766888,1631950,1766888,1663700,195263,1663700,195263,1631950xm195263,1539875l1766888,1539875,1766888,1570038,195263,1570038,195263,1539875xm1240155,603250l1357056,603250,1357056,1188182,1493838,1188182,1493838,1296988,1071563,1296988,1071563,1188182,1207550,1188182,1207550,820068,1201586,822053,1194826,824833,1180909,828407,1165402,831981,1148304,834760,1130809,837143,1111723,838732,1091842,839526,1071563,839923,1071563,738265,1080311,737073,1089456,735882,1097806,734294,1106156,732705,1114109,730720,1121664,728734,1129218,726352,1136376,723969,1143931,720792,1150690,718012,1156654,714438,1163016,711262,1168981,707688,1174945,704114,1180512,699746,1186079,695775,1191248,691407,1195621,686641,1200393,682273,1204767,677111,1208743,671551,1213117,666389,1216298,661227,1220274,655270,1223057,649314,1226636,643357,1229022,637003,1231407,630650,1234191,623899,1236179,617148,1240155,603250xm763507,603250l880806,603250,880806,1188182,1017588,1188182,1017588,1296988,595313,1296988,595313,1188182,731300,1188182,731300,820068,725336,822053,718576,824833,704659,828407,688754,831981,672054,834760,654161,837143,635473,838732,615592,839526,595313,839923,595313,738265,604061,737073,612809,735882,621159,734294,629906,732705,637859,730720,645414,728734,652968,726352,660126,723969,667283,720792,674042,718012,680404,714438,686766,711262,692731,707688,698695,704114,704262,699746,709431,695775,714600,691407,719371,686641,724143,682273,728119,677111,732493,671551,736469,666389,740048,661227,744024,655270,746807,649314,749988,643357,752772,637003,755157,630650,757941,623899,759929,617148,763507,603250xm252860,274637l243333,275431,233806,276622,224676,279003,216340,282178,207607,286147,199668,290909,192523,296465,185774,302815,179820,309562,174263,316706,169499,324644,165530,332581,162354,341312,159972,350837,158385,359965,157988,369490,157988,1619647,158385,1629569,159972,1639094,162354,1647825,165530,1656953,169499,1665288,174263,1672828,179820,1679972,185774,1686719,192523,1693069,199668,1698625,207607,1702991,216340,1707356,224676,1710531,233806,1712913,243333,1714103,252860,1714897,1741040,1714897,1750567,1714103,1759697,1712913,1769224,1710531,1777560,1707356,1785896,1702991,1794232,1698625,1801377,1693069,1808126,1686719,1813683,1679972,1819240,1672828,1824401,1665288,1828370,1656953,1831546,1647825,1833531,1639094,1835516,1629569,1835912,1619647,1835912,369490,1835516,359965,1833531,350837,1831546,341312,1828370,332581,1824401,324644,1819240,316706,1813683,309562,1808126,302815,1801377,296465,1794232,290909,1785896,286147,1777560,282178,1769224,279003,1759697,276622,1750567,275431,1741040,274637,1613221,274637,1613221,338931,1366316,338931,1366316,274637,596622,274637,596622,338931,349717,338931,349717,274637,252860,274637xm442207,0l565660,0,565660,116284,1397278,116284,1397278,215503,1397278,307975,1461188,307975,1461188,0,1551296,0,1551296,116284,1741040,116284,1754140,116681,1766446,117475,1779148,119062,1791851,121840,1804156,124222,1816065,127794,1827973,131762,1839088,136525,1850600,141684,1861318,147240,1872035,152797,1882356,159544,1892280,167084,1901807,174228,1911334,182165,1919670,190500,1928006,199231,1935945,208756,1943884,218281,1951029,228203,1957380,238125,1963732,249237,1968892,259953,1974052,271065,1978816,282575,1982389,294084,1985961,306387,1988740,318690,1991122,330994,1992709,344090,1993503,356790,1993900,369490,1993900,1619647,1993503,1632744,1992709,1645841,1991122,1658541,1988740,1670844,1985961,1682750,1982389,1695053,1978816,1706960,1974052,1718469,1968892,1729581,1963732,1740694,1957380,1751410,1951029,1761331,1943884,1771650,1935945,1780778,1928006,1789906,1919670,1799035,1911334,1807369,1901807,1815306,1892280,1822847,1882356,1829594,1872035,1836341,1861318,1842294,1850600,1848247,1839088,1853406,1827973,1857375,1816065,1861741,1804156,1864916,1791851,1868091,1779148,1870075,1766446,1871663,1754140,1872456,1741040,1873250,252860,1873250,239760,1872456,227058,1871663,214355,1870075,201653,1868091,189744,1864916,177835,1861741,165927,1857375,154018,1853406,143300,1848247,132186,1842294,121865,1836341,111147,1829594,101620,1822847,91696,1815306,82566,1807369,74230,1799035,65497,1789906,57558,1780778,50016,1771650,42871,1761331,36520,1751410,30168,1740694,24611,1729581,19848,1718469,15084,1706960,11115,1695053,7939,1682750,4763,1670844,2779,1658541,1191,1645841,0,1632744,0,1619647,0,369490,0,356790,1191,344090,2779,330994,4763,318690,7939,306387,11115,294084,15084,282575,19848,271065,24611,259953,30168,249237,36520,238125,42871,228203,50016,218281,57558,208756,65497,199231,74230,190500,82566,182165,91696,174228,101620,167084,111147,159544,121865,152797,132186,147240,143300,141684,154018,136525,165927,131762,177835,127794,189744,124222,201653,121840,214355,119062,227058,117475,239760,116681,252860,116284,380679,116284,380679,215503,380679,307975,442207,307975,442207,0xe">
            <v:path o:connecttype="segments" o:connectlocs="12606,99525;87614,38989;77962,76794;74137,53952;69747,47638;72904,46945;75471,45739;77499,44096;78963,41966;80067,38989;38434,83826;45494,53541;38434,54285;41181,47227;43928,46175;46136,44686;47779,42736;48934,40323;14505,18032;11609,20007;10225,23265;10687,107092;12891,109785;16325,110837;115301,110067;117787,107630;118530,23880;117454,20469;114763,18237;104153,21905;22578,17750;90211,13928;112405,7515;117249,8259;121529,10311;124988,13492;127449,17519;128653,22239;128551,107194;127116,111786;124476,115685;120862,118686;116480,120533;16325,121071;11481,120327;7175,118250;3716,115095;1281,111067;76,106373;179,21392;1588,16801;4228,12876;7867,9875;12250,8028;24577,7515" o:connectangles="0,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齿轮" o:spid="_x0000_s1083" o:spt="100" style="position:absolute;left:0pt;margin-left:-59.55pt;margin-top:289pt;height:10.4pt;width:10.95pt;z-index:251621376;mso-width-relative:page;mso-height-relative:page;" fillcolor="#333F50" filled="t" stroked="f" coordsize="2768,2768" o:gfxdata="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" adj="," path="m2583,1107c2359,1107,2359,1107,2359,1107c2337,1028,2306,953,2266,884c2427,722,2427,722,2427,722c2500,650,2500,532,2427,460c2296,329,2296,329,2296,329c2224,256,2106,256,2034,329c1870,493,1870,493,1870,493c1804,457,1734,429,1661,408c1661,184,1661,184,1661,184c1661,83,1578,0,1476,0c1292,0,1292,0,1292,0c1190,0,1107,83,1107,184c1107,408,1107,408,1107,408c1031,430,958,459,891,497c722,329,722,329,722,329c650,256,532,256,460,329c329,460,329,460,329,460c256,532,256,650,329,722c497,891,497,891,497,891c460,958,430,1031,408,1107c184,1107,184,1107,184,1107c83,1107,0,1190,0,1291c0,1476,0,1476,0,1476c0,1578,83,1661,184,1661c408,1661,408,1661,408,1661c429,1734,457,1804,493,1870c329,2034,329,2034,329,2034c256,2106,256,2224,329,2296c460,2427,460,2427,460,2427c532,2500,650,2500,722,2427c883,2266,883,2266,883,2266c953,2306,1028,2337,1107,2359c1107,2583,1107,2583,1107,2583c1107,2685,1190,2768,1292,2768c1476,2768,1476,2768,1476,2768c1578,2768,1661,2685,1661,2583c1661,2359,1661,2359,1661,2359c1737,2338,1809,2308,1877,2270c2034,2427,2034,2427,2034,2427c2106,2500,2224,2500,2296,2427c2427,2296,2427,2296,2427,2296c2500,2224,2500,2106,2427,2034c2270,1877,2270,1877,2270,1877c2308,1809,2338,1737,2359,1661c2583,1661,2583,1661,2583,1661c2685,1661,2768,1578,2768,1476c2768,1291,2768,1291,2768,1291c2768,1190,2685,1107,2583,1107xm1384,1937c1078,1937,830,1690,830,1384c830,1078,1078,830,1384,830c1689,830,1937,1078,1937,1384c1937,1690,1689,1937,1384,1937xm1384,1107c1231,1107,1107,1231,1107,1384c1107,1537,1231,1661,1384,1661c1537,1661,1661,1537,1661,1384c1661,1231,1537,1107,1384,1107xe">
            <v:path o:connecttype="segments" o:connectlocs="84182202,34374621;76881860,34374621;73850896,27449989;79098047,22419561;79098047,14283941;74828618,10216107;66289812,10216107;60944914,15308646;54133458,12669211;54133458,5713595;48104130,0;42107400,0;36078072,5713595;36078072,12669211;29038473,15432867;23530629,10216107;14991823,10216107;10722394,14283941;10722394,22419561;16197638,27667352;13297071,34374621;5996729,34374621;0,40088169;0,45832796;5996729,51577424;13297071,51577424;16067292,58067329;10722394,63159868;10722394,71295488;14991823,75363322;23530629,75363322;28777730,70363925;36078072,73251755;36078072,80207418;42107400,85952045;48104130,85952045;54133458,80207418;54133458,73251755;61173057,70488146;66289812,75363322;74828618,75363322;79098047,71295488;79098047,63159868;73981293,58284692;76881860,51577424;84182202,51577424;90211530,45832796;90211530,40088169;84182202,34374621;45105765,60147817;27050429,42976046;45105765,25773196;63128502,42976046;45105765,60147817;45105765,34374621;36078072,42976046;45105765,51577424;54133458,42976046;45105765,34374621" o:connectangles="0,0,0,0,0,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_x0000_s1082" o:spid="_x0000_s1082" o:spt="100" style="position:absolute;left:0pt;margin-left:-58.9pt;margin-top:408.05pt;height:10.35pt;width:10pt;z-index:251622400;v-text-anchor:middle;mso-width-relative:page;mso-height-relative:page;" fillcolor="#333F50" filled="t" stroked="f" coordsize="90,93" o:gfxdata="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" adj=",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<v:path o:connecttype="segments"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Freeform 142" o:spid="_x0000_s1081" o:spt="100" style="position:absolute;left:0pt;margin-left:-59.85pt;margin-top:260.4pt;height:8.5pt;width:12.15pt;z-index:251623424;mso-width-relative:page;mso-height-relative:page;" fillcolor="#333F50" filled="t" stroked="f" coordsize="263,184" o:gfxdata="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" adj=",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<v:path o:connecttype="segments"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文本框 164" o:spid="_x0000_s1080" o:spt="202" type="#_x0000_t202" style="position:absolute;left:0pt;margin-left:125.3pt;margin-top:-2.6pt;height:79.2pt;width:357.8pt;z-index:251633664;mso-width-relative:page;mso-height-relative:page;" filled="f" stroked="f" coordsize="21600,21600" o:gfxdata="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fSNHjdcAAAAKAQAA&#10;DwAAAAAAAAABACAAAAAiAAAAZHJzL2Rvd25yZXYueG1sUEsBAhQAFAAAAAgAh07iQN1DuqyoAQAA&#10;HgMAAA4AAAAAAAAAAQAgAAAAJgEAAGRycy9lMm9Eb2MueG1sUEsFBgAAAAAGAAYAWQEAAEAFAAAA&#10;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2013.09 -- 2017.06           湖北工业大学            企业管理专业 / 本科</w:t>
                  </w:r>
                </w:p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2013.09 -- 2017.06           湖北工业大学            平面设计专业 / 选修</w:t>
                  </w:r>
                </w:p>
              </w:txbxContent>
            </v:textbox>
          </v:shape>
        </w:pict>
      </w:r>
      <w:r>
        <w:pict>
          <v:shape id="文本框 165" o:spid="_x0000_s1079" o:spt="202" type="#_x0000_t202" style="position:absolute;left:0pt;margin-left:155.65pt;margin-top:-35.75pt;height:24.25pt;width:103.4pt;z-index:251634688;mso-width-relative:page;mso-height-relative:page;" filled="f" stroked="f" coordsize="21600,21600" o:gfxdata="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wsJGq2AAAAAsBAAAPAAAAAAAA&#10;AAEAIAAAACIAAABkcnMvZG93bnJldi54bWxQSwECFAAUAAAACACHTuJAttiSS6ABAAASAwAADgAA&#10;AAAAAAABACAAAAAnAQAAZHJzL2Uyb0RvYy54bWxQSwUGAAAAAAYABgBZAQAAOQU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36" w:lineRule="exact"/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333F50"/>
                      <w:sz w:val="28"/>
                      <w:szCs w:val="28"/>
                    </w:rPr>
                    <w:t xml:space="preserve">教育背景 </w:t>
                  </w:r>
                </w:p>
              </w:txbxContent>
            </v:textbox>
          </v:shape>
        </w:pict>
      </w:r>
      <w:r>
        <w:pict>
          <v:shape id="文本框 169" o:spid="_x0000_s1078" o:spt="202" type="#_x0000_t202" style="position:absolute;left:0pt;margin-left:125.3pt;margin-top:108.9pt;height:235.2pt;width:357.8pt;z-index:251635712;mso-width-relative:page;mso-height-relative:page;" filled="f" stroked="f" coordsize="21600,21600" o:gfxdata="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yfA8q2AAAAAsB&#10;AAAPAAAAAAAAAAEAIAAAACIAAABkcnMvZG93bnJldi54bWxQSwECFAAUAAAACACHTuJAcgkiVKkB&#10;AAAeAwAADgAAAAAAAAABACAAAAAnAQAAZHJzL2Uyb0RvYy54bWxQSwUGAAAAAAYABgBZAQAAQgUA&#10;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after="120" w:line="360" w:lineRule="exact"/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333F50"/>
                      <w:sz w:val="22"/>
                    </w:rPr>
                    <w:t>2013.09 -- 2017.06         武汉云印网络科技有限公司         策划专员</w:t>
                  </w:r>
                </w:p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工作描述：</w:t>
                  </w:r>
                </w:p>
                <w:p>
                  <w:pPr>
                    <w:widowControl/>
                    <w:numPr>
                      <w:ilvl w:val="0"/>
                      <w:numId w:val="1"/>
                    </w:numPr>
                    <w:spacing w:line="360" w:lineRule="exact"/>
                    <w:jc w:val="left"/>
                    <w:rPr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项目进行期，能够制定短期目标，引导团队成员完成各项任务，来进行项目进度管理；</w:t>
                  </w:r>
                </w:p>
                <w:p>
                  <w:pPr>
                    <w:widowControl/>
                    <w:numPr>
                      <w:ilvl w:val="0"/>
                      <w:numId w:val="1"/>
                    </w:numPr>
                    <w:spacing w:line="360" w:lineRule="exact"/>
                    <w:jc w:val="left"/>
                    <w:rPr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负责项目的推广，内测期利用微博与讲座结合获得310客户；</w:t>
                  </w:r>
                </w:p>
                <w:p>
                  <w:pPr>
                    <w:spacing w:after="120" w:line="360" w:lineRule="exact"/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333F50"/>
                      <w:sz w:val="22"/>
                    </w:rPr>
                    <w:t>2013.09 -- 2017.06         武汉云印网络科技有限公司         策划总监</w:t>
                  </w:r>
                </w:p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工作描述：</w:t>
                  </w:r>
                </w:p>
                <w:p>
                  <w:pPr>
                    <w:widowControl/>
                    <w:numPr>
                      <w:ilvl w:val="0"/>
                      <w:numId w:val="2"/>
                    </w:numPr>
                    <w:spacing w:line="360" w:lineRule="exact"/>
                    <w:jc w:val="left"/>
                    <w:rPr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项目进行期，能够制定短期目标，引导团队成员完成各项任务，来进行项目进度管理；</w:t>
                  </w:r>
                </w:p>
                <w:p>
                  <w:pPr>
                    <w:widowControl/>
                    <w:numPr>
                      <w:ilvl w:val="0"/>
                      <w:numId w:val="2"/>
                    </w:numPr>
                    <w:spacing w:line="360" w:lineRule="exact"/>
                    <w:jc w:val="left"/>
                    <w:rPr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善用目标激励与情感激励，参赛小组至今仍保持团队文化。</w:t>
                  </w:r>
                </w:p>
              </w:txbxContent>
            </v:textbox>
          </v:shape>
        </w:pict>
      </w:r>
      <w:r>
        <w:pict>
          <v:shape id="文本框 171" o:spid="_x0000_s1077" o:spt="202" type="#_x0000_t202" style="position:absolute;left:0pt;margin-left:155.65pt;margin-top:75.8pt;height:24.25pt;width:103.4pt;z-index:251636736;mso-width-relative:page;mso-height-relative:page;" filled="f" stroked="f" coordsize="21600,21600" o:gfxdata="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MscV2tYAAAALAQAADwAAAAAAAAAB&#10;ACAAAAAiAAAAZHJzL2Rvd25yZXYueG1sUEsBAhQAFAAAAAgAh07iQNP5ulWgAQAAEgMAAA4AAAAA&#10;AAAAAQAgAAAAJQEAAGRycy9lMm9Eb2MueG1sUEsFBgAAAAAGAAYAWQEAADcF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36" w:lineRule="exact"/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333F50"/>
                      <w:sz w:val="28"/>
                      <w:szCs w:val="28"/>
                    </w:rPr>
                    <w:t>工作经历</w:t>
                  </w:r>
                </w:p>
              </w:txbxContent>
            </v:textbox>
          </v:shape>
        </w:pict>
      </w:r>
      <w:r>
        <w:pict>
          <v:shape id="文本框 184" o:spid="_x0000_s1076" o:spt="202" type="#_x0000_t202" style="position:absolute;left:0pt;margin-left:125.3pt;margin-top:396.15pt;height:139.2pt;width:357.8pt;z-index:251637760;mso-width-relative:page;mso-height-relative:page;" filled="f" stroked="f" coordsize="21600,21600" o:gfxdata="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c5jAC2AAAAAwB&#10;AAAPAAAAAAAAAAEAIAAAACIAAABkcnMvZG93bnJldi54bWxQSwECFAAUAAAACACHTuJALpQhnakB&#10;AAAeAwAADgAAAAAAAAABACAAAAAnAQAAZHJzL2Uyb0RvYy54bWxQSwUGAAAAAAYABgBZAQAAQgUA&#10;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after="120" w:line="360" w:lineRule="exact"/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333F50"/>
                      <w:sz w:val="22"/>
                    </w:rPr>
                    <w:t>2013.09 -- 2017.06         湖工工程院会计系办公室            行政助理</w:t>
                  </w:r>
                </w:p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工作描述：</w:t>
                  </w:r>
                </w:p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内务支持：  负责收发传真复印、扫描文档、收发信件、文件、快递等；</w:t>
                  </w:r>
                </w:p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活动支持：  负责学校员工活动，各会议安排、组织、文体活动安排等；</w:t>
                  </w:r>
                </w:p>
              </w:txbxContent>
            </v:textbox>
          </v:shape>
        </w:pict>
      </w:r>
      <w:r>
        <w:pict>
          <v:shape id="文本框 185" o:spid="_x0000_s1075" o:spt="202" type="#_x0000_t202" style="position:absolute;left:0pt;margin-left:155.65pt;margin-top:363.05pt;height:24.25pt;width:103.4pt;z-index:251638784;mso-width-relative:page;mso-height-relative:page;" filled="f" stroked="f" coordsize="21600,21600" o:gfxdata="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EUXdbnYAAAACwEAAA8AAAAAAAAA&#10;AQAgAAAAIgAAAGRycy9kb3ducmV2LnhtbFBLAQIUABQAAAAIAIdO4kCroajwnwEAABIDAAAOAAAA&#10;AAAAAAEAIAAAACcBAABkcnMvZTJvRG9jLnhtbFBLBQYAAAAABgAGAFkBAAA4BQ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36" w:lineRule="exact"/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333F50"/>
                      <w:sz w:val="28"/>
                      <w:szCs w:val="28"/>
                    </w:rPr>
                    <w:t>校内实践</w:t>
                  </w:r>
                </w:p>
              </w:txbxContent>
            </v:textbox>
          </v:shape>
        </w:pict>
      </w:r>
      <w:r>
        <w:pict>
          <v:shape id="文本框 188" o:spid="_x0000_s1074" o:spt="202" type="#_x0000_t202" style="position:absolute;left:0pt;margin-left:125.3pt;margin-top:550.1pt;height:61.2pt;width:357.8pt;z-index:251639808;mso-width-relative:page;mso-height-relative:page;" filled="f" stroked="f" coordsize="21600,21600" o:gfxdata="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bBn5rYAAAADQEA&#10;AA8AAAAAAAAAAQAgAAAAIgAAAGRycy9kb3ducmV2LnhtbFBLAQIUABQAAAAIAIdO4kAWsynVqAEA&#10;AB0DAAAOAAAAAAAAAAEAIAAAACcBAABkcnMvZTJvRG9jLnhtbFBLBQYAAAAABgAGAFkBAABBBQAA&#10;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通用技能证书：  英语四级证书、普通话二级甲等证书、机动车驾驶证</w:t>
                  </w:r>
                </w:p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专业技能证书：  Adobe认证设计师资质，WPS年度最佳设计师</w:t>
                  </w:r>
                </w:p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活动荣誉奖励：  2014年湖北省创青春创业计划移动专项赛银奖</w:t>
                  </w:r>
                </w:p>
              </w:txbxContent>
            </v:textbox>
          </v:shape>
        </w:pict>
      </w:r>
      <w:r>
        <w:pict>
          <v:shape id="文本框 189" o:spid="_x0000_s1073" o:spt="202" type="#_x0000_t202" style="position:absolute;left:0pt;margin-left:155.65pt;margin-top:517pt;height:24.25pt;width:103.4pt;z-index:251640832;mso-width-relative:page;mso-height-relative:page;" filled="f" stroked="f" coordsize="21600,21600" o:gfxdata="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yFmNo2AAAAA0BAAAPAAAAAAAA&#10;AAEAIAAAACIAAABkcnMvZG93bnJldi54bWxQSwECFAAUAAAACACHTuJACDmAY6ABAAASAwAADgAA&#10;AAAAAAABACAAAAAnAQAAZHJzL2Uyb0RvYy54bWxQSwUGAAAAAAYABgBZAQAAOQU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36" w:lineRule="exact"/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333F50"/>
                      <w:sz w:val="28"/>
                      <w:szCs w:val="28"/>
                    </w:rPr>
                    <w:t>证书奖励</w:t>
                  </w:r>
                </w:p>
              </w:txbxContent>
            </v:textbox>
          </v:shape>
        </w:pict>
      </w:r>
      <w:r>
        <w:pict>
          <v:line id="_x0000_s1072" o:spid="_x0000_s1072" o:spt="20" style="position:absolute;left:0pt;margin-left:131.05pt;margin-top:-7.05pt;height:0pt;width:341.45pt;z-index:251641856;mso-width-relative:page;mso-height-relative:page;" stroked="t" coordsize="21600,21600" o:gfxdata="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3s&#10;KU/ZAAAACwEAAA8AAAAAAAAAAQAgAAAAIgAAAGRycy9kb3ducmV2LnhtbFBLAQIUABQAAAAIAIdO&#10;4kArVxHj6QEAAKUDAAAOAAAAAAAAAAEAIAAAACgBAABkcnMvZTJvRG9jLnhtbFBLBQYAAAAABgAG&#10;AFkBAACDBQAAAAA=&#10;">
            <v:path arrowok="t"/>
            <v:fill focussize="0,0"/>
            <v:stroke weight="1pt" color="#A6A6A6" joinstyle="miter"/>
            <v:imagedata o:title=""/>
            <o:lock v:ext="edit"/>
          </v:line>
        </w:pict>
      </w:r>
      <w:r>
        <w:pict>
          <v:line id="_x0000_s1071" o:spid="_x0000_s1071" o:spt="20" style="position:absolute;left:0pt;margin-left:131.05pt;margin-top:104.45pt;height:0pt;width:341.45pt;z-index:251642880;mso-width-relative:page;mso-height-relative:page;" stroked="t" coordsize="21600,21600" o:gfxdata="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cM1eddoAAAALAQAADwAAAAAAAAABACAAAAAiAAAAZHJzL2Rvd25yZXYueG1sUEsBAhQAFAAAAAgA&#10;h07iQC/B0QPqAQAApQMAAA4AAAAAAAAAAQAgAAAAKQEAAGRycy9lMm9Eb2MueG1sUEsFBgAAAAAG&#10;AAYAWQEAAIUFAAAAAA==&#10;">
            <v:path arrowok="t"/>
            <v:fill focussize="0,0"/>
            <v:stroke weight="1pt" color="#A6A6A6" joinstyle="miter"/>
            <v:imagedata o:title=""/>
            <o:lock v:ext="edit"/>
          </v:line>
        </w:pict>
      </w:r>
      <w:r>
        <w:pict>
          <v:line id="_x0000_s1070" o:spid="_x0000_s1070" o:spt="20" style="position:absolute;left:0pt;margin-left:131.05pt;margin-top:391.7pt;height:0pt;width:341.45pt;z-index:251643904;mso-width-relative:page;mso-height-relative:page;" stroked="t" coordsize="21600,21600" o:gfxdata="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2o7rDaAAAACwEAAA8AAAAAAAAAAQAgAAAAIgAAAGRycy9kb3ducmV2LnhtbFBLAQIUABQAAAAI&#10;AIdO4kBYKuxm6wEAAKUDAAAOAAAAAAAAAAEAIAAAACkBAABkcnMvZTJvRG9jLnhtbFBLBQYAAAAA&#10;BgAGAFkBAACGBQAAAAA=&#10;">
            <v:path arrowok="t"/>
            <v:fill focussize="0,0"/>
            <v:stroke weight="1pt" color="#A6A6A6" joinstyle="miter"/>
            <v:imagedata o:title=""/>
            <o:lock v:ext="edit"/>
          </v:line>
        </w:pict>
      </w:r>
      <w:r>
        <w:pict>
          <v:line id="_x0000_s1069" o:spid="_x0000_s1069" o:spt="20" style="position:absolute;left:0pt;margin-left:131.05pt;margin-top:545.7pt;height:0pt;width:341.45pt;z-index:251644928;mso-width-relative:page;mso-height-relative:page;" stroked="t" coordsize="21600,21600" o:gfxdata="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rqgetoAAAANAQAADwAAAAAAAAABACAAAAAiAAAAZHJzL2Rvd25yZXYueG1sUEsBAhQAFAAAAAgA&#10;h07iQMEXqsnqAQAApQMAAA4AAAAAAAAAAQAgAAAAKQEAAGRycy9lMm9Eb2MueG1sUEsFBgAAAAAG&#10;AAYAWQEAAIUFAAAAAA==&#10;">
            <v:path arrowok="t"/>
            <v:fill focussize="0,0"/>
            <v:stroke weight="1pt" color="#A6A6A6" joinstyle="miter"/>
            <v:imagedata o:title=""/>
            <o:lock v:ext="edit"/>
          </v:line>
        </w:pict>
      </w:r>
      <w:r>
        <w:pict>
          <v:line id="_x0000_s1068" o:spid="_x0000_s1068" o:spt="20" style="position:absolute;left:0pt;margin-left:131.05pt;margin-top:675.4pt;height:0pt;width:341.45pt;z-index:251645952;mso-width-relative:page;mso-height-relative:page;" stroked="t" coordsize="21600,21600" o:gfxdata="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EieGtkAAAANAQAADwAAAAAAAAABACAAAAAiAAAAZHJzL2Rvd25yZXYueG1sUEsBAhQAFAAAAAgA&#10;h07iQLb8l6zrAQAApQMAAA4AAAAAAAAAAQAgAAAAKAEAAGRycy9lMm9Eb2MueG1sUEsFBgAAAAAG&#10;AAYAWQEAAIUFAAAAAA==&#10;">
            <v:path arrowok="t"/>
            <v:fill focussize="0,0"/>
            <v:stroke weight="1pt" color="#A6A6A6" joinstyle="miter"/>
            <v:imagedata o:title=""/>
            <o:lock v:ext="edit"/>
          </v:line>
        </w:pict>
      </w:r>
      <w:r>
        <w:pict>
          <v:shape id="文本框 193" o:spid="_x0000_s1067" o:spt="202" type="#_x0000_t202" style="position:absolute;left:0pt;margin-left:125.3pt;margin-top:679.8pt;height:61.2pt;width:357.8pt;z-index:251646976;mso-width-relative:page;mso-height-relative:page;" filled="f" stroked="f" coordsize="21600,21600" o:gfxdata="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DM/9zNkAAAAN&#10;AQAADwAAAAAAAAABACAAAAAiAAAAZHJzL2Rvd25yZXYueG1sUEsBAhQAFAAAAAgAh07iQDQ2TxSp&#10;AQAAHQMAAA4AAAAAAAAAAQAgAAAAKAEAAGRycy9lMm9Eb2MueG1sUEsFBgAAAAAGAAYAWQEAAEMF&#10;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良好的公共关系意识，善于沟通，具备活动策划和组织协调能力。良好的心态和责任感，吃苦耐劳，擅于管理时间，勇于面对变化和挑战。良好的学习能力，习惯制定切实可行的学习计划，勤于学习能不断提高。</w:t>
                  </w:r>
                </w:p>
              </w:txbxContent>
            </v:textbox>
          </v:shape>
        </w:pict>
      </w:r>
      <w:r>
        <w:pict>
          <v:shape id="文本框 194" o:spid="_x0000_s1066" o:spt="202" type="#_x0000_t202" style="position:absolute;left:0pt;margin-left:155.65pt;margin-top:646.75pt;height:24.25pt;width:103.4pt;z-index:251648000;mso-width-relative:page;mso-height-relative:page;" filled="f" stroked="f" coordsize="21600,21600" o:gfxdata="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IGLuUjZAAAADQEAAA8AAAAA&#10;AAAAAQAgAAAAIgAAAGRycy9kb3ducmV2LnhtbFBLAQIUABQAAAAIAIdO4kBUQ3pwoQEAABIDAAAO&#10;AAAAAAAAAAEAIAAAACgBAABkcnMvZTJvRG9jLnhtbFBLBQYAAAAABgAGAFkBAAA7BQ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36" w:lineRule="exact"/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333F50"/>
                      <w:sz w:val="28"/>
                      <w:szCs w:val="28"/>
                    </w:rPr>
                    <w:t>自我评价</w:t>
                  </w:r>
                </w:p>
              </w:txbxContent>
            </v:textbox>
          </v:shape>
        </w:pict>
      </w:r>
      <w:r>
        <w:pict>
          <v:rect id="_x0000_s1065" o:spid="_x0000_s1065" o:spt="1" style="position:absolute;left:0pt;margin-left:131.05pt;margin-top:-33.65pt;height:22.45pt;width:22.45pt;z-index:251649024;v-text-anchor:middle;mso-width-relative:page;mso-height-relative:page;" fillcolor="#333F50" filled="t" stroked="f" coordsize="21600,21600" o:gfxdata="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MQFBa2QAAAAsBAAAPAAAAAAAAAAEA&#10;IAAAACIAAABkcnMvZG93bnJldi54bWxQSwECFAAUAAAACACHTuJAlj5sRNUBAACHAwAADgAAAAAA&#10;AAABACAAAAAoAQAAZHJzL2Uyb0RvYy54bWxQSwUGAAAAAAYABgBZAQAAbwUAAAAA&#10;">
            <v:path/>
            <v:fill on="t" focussize="0,0"/>
            <v:stroke on="f" weight="1pt"/>
            <v:imagedata o:title=""/>
            <o:lock v:ext="edit"/>
          </v:rect>
        </w:pict>
      </w:r>
      <w:r>
        <w:pict>
          <v:rect id="_x0000_s1064" o:spid="_x0000_s1064" o:spt="1" style="position:absolute;left:0pt;margin-left:131.05pt;margin-top:77.65pt;height:22.45pt;width:22.45pt;z-index:251650048;v-text-anchor:middle;mso-width-relative:page;mso-height-relative:page;" fillcolor="#333F50" filled="t" stroked="f" coordsize="21600,21600" o:gfxdata="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I9OBdHXAAAACwEAAA8AAAAAAAAAAQAg&#10;AAAAIgAAAGRycy9kb3ducmV2LnhtbFBLAQIUABQAAAAIAIdO4kDOZXTe1gEAAIcDAAAOAAAAAAAA&#10;AAEAIAAAACYBAABkcnMvZTJvRG9jLnhtbFBLBQYAAAAABgAGAFkBAABuBQAAAAA=&#10;">
            <v:path/>
            <v:fill on="t" focussize="0,0"/>
            <v:stroke on="f" weight="1pt"/>
            <v:imagedata o:title=""/>
            <o:lock v:ext="edit"/>
          </v:rect>
        </w:pict>
      </w:r>
      <w:r>
        <w:pict>
          <v:rect id="_x0000_s1063" o:spid="_x0000_s1063" o:spt="1" style="position:absolute;left:0pt;margin-left:131.05pt;margin-top:362.25pt;height:22.45pt;width:22.45pt;z-index:251651072;v-text-anchor:middle;mso-width-relative:page;mso-height-relative:page;" fillcolor="#333F50" filled="t" stroked="f" coordsize="21600,21600" o:gfxdata="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QowsV9kAAAALAQAADwAAAAAAAAAB&#10;ACAAAAAiAAAAZHJzL2Rvd25yZXYueG1sUEsBAhQAFAAAAAgAh07iQGeOLavWAQAAhwMAAA4AAAAA&#10;AAAAAQAgAAAAKAEAAGRycy9lMm9Eb2MueG1sUEsFBgAAAAAGAAYAWQEAAHAFAAAAAA==&#10;">
            <v:path/>
            <v:fill on="t" focussize="0,0"/>
            <v:stroke on="f" weight="1pt"/>
            <v:imagedata o:title=""/>
            <o:lock v:ext="edit"/>
          </v:rect>
        </w:pict>
      </w:r>
      <w:r>
        <w:pict>
          <v:rect id="_x0000_s1062" o:spid="_x0000_s1062" o:spt="1" style="position:absolute;left:0pt;margin-left:131.05pt;margin-top:514.95pt;height:22.45pt;width:22.45pt;z-index:251652096;v-text-anchor:middle;mso-width-relative:page;mso-height-relative:page;" fillcolor="#333F50" filled="t" stroked="f" coordsize="21600,21600" o:gfxdata="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e+fvjaAAAADQEAAA8AAAAAAAAA&#10;AQAgAAAAIgAAAGRycy9kb3ducmV2LnhtbFBLAQIUABQAAAAIAIdO4kA/1TUx1gEAAIcDAAAOAAAA&#10;AAAAAAEAIAAAACkBAABkcnMvZTJvRG9jLnhtbFBLBQYAAAAABgAGAFkBAABxBQAAAAA=&#10;">
            <v:path/>
            <v:fill on="t" focussize="0,0"/>
            <v:stroke on="f" weight="1pt"/>
            <v:imagedata o:title=""/>
            <o:lock v:ext="edit"/>
          </v:rect>
        </w:pict>
      </w:r>
      <w:r>
        <w:pict>
          <v:rect id="_x0000_s1061" o:spid="_x0000_s1061" o:spt="1" style="position:absolute;left:0pt;margin-left:131.05pt;margin-top:643.7pt;height:22.45pt;width:22.45pt;z-index:251653120;v-text-anchor:middle;mso-width-relative:page;mso-height-relative:page;" fillcolor="#333F50" filled="t" stroked="f" coordsize="21600,21600" o:gfxdata="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lBzsN2gAAAA0BAAAPAAAAAAAA&#10;AAEAIAAAACIAAABkcnMvZG93bnJldi54bWxQSwECFAAUAAAACACHTuJANVmeQdcBAACHAwAADgAA&#10;AAAAAAABACAAAAApAQAAZHJzL2Uyb0RvYy54bWxQSwUGAAAAAAYABgBZAQAAcgUAAAAA&#10;">
            <v:path/>
            <v:fill on="t" focussize="0,0"/>
            <v:stroke on="f" weight="1pt"/>
            <v:imagedata o:title=""/>
            <o:lock v:ext="edit"/>
          </v:rect>
        </w:pict>
      </w:r>
      <w:r>
        <w:pict>
          <v:shape id="_x0000_s1060" o:spid="_x0000_s1060" o:spt="100" style="position:absolute;left:0pt;margin-left:134.35pt;margin-top:-27.25pt;height:9.7pt;width:16.8pt;z-index:251654144;v-text-anchor:middle;mso-width-relative:page;mso-height-relative:page;" stroked="f" coordsize="6649,3908" o:gfxdata="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" adj="," path="m6649,1054l3324,0,0,1054,1706,1594,1398,3223,3324,3908,5251,3223,4943,1594,6649,1054xe">
            <v:path o:connecttype="segments" o:connectlocs="61096378,9511892;30543602,0;0,9511892;15676111,14385159;12845954,29086164;30543602,35267997;48250423,29086164;45420266,14385159;61096378,9511892" o:connectangles="0,0,0,0,0,0,0,0,0"/>
            <v:fill focussize="0,0"/>
            <v:stroke on="f" weight="4.5pt" joinstyle="miter"/>
            <v:imagedata o:title=""/>
            <o:lock v:ext="edit"/>
          </v:shape>
        </w:pict>
      </w:r>
      <w:r>
        <w:pict>
          <v:shape id="_x0000_s1059" o:spid="_x0000_s1059" o:spt="100" style="position:absolute;left:0pt;margin-left:135.7pt;margin-top:82.85pt;height:12.1pt;width:13.1pt;z-index:251655168;v-text-anchor:middle;mso-width-relative:page;mso-height-relative:page;" stroked="f" coordsize="4477,4133" o:gfxdata="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" adj="," path="m3646,48l3646,48,3623,39,3600,31,3578,24,3557,18,3536,13,3515,8,3494,5,3473,3,3454,1,3434,0,3415,0,3395,1,3376,3,3358,5,3339,9,3321,13,3303,18,3285,23,3268,30,3251,37,3235,45,3219,54,3201,63,3186,74,3170,85,3155,96,3139,108,3124,121,3110,134,3094,149,3066,179,3079,337,3094,494,3112,649,3131,802,3151,954,3174,1104,3198,1252,3226,1398,3254,1543,3284,1686,3318,1827,3352,1967,3388,2104,3407,2172,3427,2240,3447,2307,3468,2374,3488,2441,3510,2506,4267,2335,4258,2257,4249,2179,4238,2102,4227,2026,4214,1950,4202,1874,4189,1798,4175,1724,4161,1649,4146,1574,4130,1500,4113,1428,4096,1354,4078,1282,4060,1210,4041,1138,4020,1067,4000,995,3979,926,3957,855,3935,785,3911,717,3888,648,3863,579,3839,512,3812,444,3786,377,3759,310,3732,244,3703,179,3675,113,3646,48xm831,2804l2810,2804,2810,2949,831,2949,831,2804xm3516,3370l3637,3750,190,3750,0,3750,0,3559,0,1320,0,1240,59,1183,764,503,819,449,895,449,2831,449,2840,545,2849,640,2859,735,2870,829,1084,829,1138,1419,1148,1526,1040,1522,380,1497,380,3370,3516,3370xm472,1312l939,1329,900,898,472,1312xm2810,2206l831,2206,831,2351,2810,2351,2810,2206xm2810,1666l1621,1666,1621,1810,2810,1810,2810,1666xm2810,1112l1621,1112,1621,1256,2810,1256,2810,1112xm4318,3463l4002,3540,4007,3867,4237,4133,4387,4100,4477,3751,4318,3463xm4272,2491l4272,2491,4388,3367,3870,3485,3583,2648,4272,2491xe">
            <v:path o:connecttype="segments" o:connectlocs="@0,@0;@0,@0;@0,@0;@0,0;@0,@0;@0,@0;@0,@0;@0,@0;@0,@0;@0,@0;@0,@0;@0,@0;@0,@0;@0,@0;@0,@0;@0,@0;@0,@0;@0,@0;@0,@0;@0,@0;@0,@0;@0,@0;@0,@0;@0,@0;@0,@0;@0,@0;@0,@0;@0,@0;@0,@0;@0,@0;@0,@0;@0,@0;@0,@0;0,@0;@0,@0;@0,@0;@0,@0;@0,@0;@0,@0;@0,@0;@0,@0;@0,@0;@0,@0;@0,@0;@0,@0;@0,@0;@0,@0;@0,@0;@0,@0;@0,@0;@0,@0;@0,@0;@0,@0;@0,@0" o:connectangles="0,0,0,0,0,0,0,0,0,0,0,0,0,0,0,0,0,0,0,0,0,0,0,0,0,0,0,0,0,0,0,0,0,0,0,0,0,0,0,0,0,0,0,0,0,0,0,0,0,0,0,0,0,0"/>
            <v:fill focussize="0,0"/>
            <v:stroke on="f" joinstyle="round"/>
            <v:imagedata o:title=""/>
            <o:lock v:ext="edit"/>
          </v:shape>
        </w:pict>
      </w:r>
      <w:r>
        <w:pict>
          <v:shape id="_x0000_s1058" o:spid="_x0000_s1058" o:spt="100" style="position:absolute;left:0pt;margin-left:135.25pt;margin-top:367.1pt;height:11.2pt;width:13pt;z-index:251656192;v-text-anchor:middle;mso-width-relative:page;mso-height-relative:page;" stroked="f" coordsize="3856038,3319463" o:gfxdata="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" adj="," path="m50800,3187700l3856038,3187700,3856038,3319463,50800,3319463,50800,3187700xm839788,2182813l839788,3023236,839471,3029586,838518,3035936,837248,3041969,834708,3047684,832486,3053399,829311,3058479,825501,3063241,821373,3067686,816928,3071814,812166,3075306,807086,3078481,801688,3081339,795656,3083244,789623,3084831,783591,3085784,777241,3086101,364173,3086101,357823,3085784,351473,3084831,345758,3083244,339725,3081339,334328,3078481,329248,3075306,324485,3071814,320040,3067686,315595,3063241,312103,3058479,308928,3053399,306705,3047684,304165,3041969,302578,3035936,301943,3029586,301625,3023236,301625,2721293,839788,2182813xm1684338,1620838l1929304,1865842,1938189,1874411,1947708,1882345,1957227,1889644,1967064,1896944,1977218,1903291,1987690,1909003,1998478,1914716,2009267,1919476,2020690,1923602,2032113,1927728,2043537,1930901,2055277,1933440,2067335,1935344,2079393,1936931,2091768,1937883,2103826,1938201,2111759,1937883,2119692,1937566,2127625,1936931,2135240,1935979,2142856,1934710,2150788,1933440,2158404,1931536,2165702,1929949,2173318,1927728,2180299,1925189,2194895,1919794,2209174,1913446,2222501,1906782,2222501,3023263,2222501,3029611,2221232,3035958,2219645,3041988,2217742,3047700,2214886,3053413,2211713,3058491,2208222,3063251,2204414,3067694,2199655,3071820,2194895,3075311,2189818,3078484,2184424,3081341,2178712,3083245,2172366,3084832,2166654,3085784,2159673,3086101,1747166,3086101,1740820,3085784,1734474,3084832,1728445,3083245,1723050,3081341,1717656,3078484,1712579,3075311,1707185,3071820,1703060,3067694,1698935,3063251,1695444,3058491,1692271,3053413,1689415,3047700,1687511,3041988,1685925,3035958,1684973,3029611,1684338,3023263,1684338,1620838xm1531938,1492251l1531938,3023260,1531304,3029608,1530669,3035955,1529082,3041985,1527178,3047698,1524323,3053411,1521150,3058489,1517659,3063249,1513217,3067693,1509092,3071818,1504332,3075309,1498938,3078483,1493543,3081340,1487514,3083244,1481803,3084831,1475456,3085783,1469110,3086100,1056286,3086100,1050257,3085783,1043911,3084831,1037882,3083244,1031853,3081340,1026776,3078483,1021381,3075309,1016622,3071818,1012179,3067693,1008372,3063249,1004246,3058489,1001391,3053411,998852,3047698,996631,3041985,995044,3035955,994092,3029608,993775,3023260,993775,2030516,1531938,1492251xm2914650,1230313l2914650,3023247,2914014,3029596,2913059,3035945,2911468,3041976,2909240,3047690,2906694,3053404,2903512,3058483,2900011,3063245,2895874,3067689,2891736,3071816,2886326,3075308,2881234,3078482,2875824,3081340,2870414,3083244,2864367,3084831,2858002,3085784,2851637,3086101,2437914,3086101,2430912,3085784,2425184,3084831,2418819,3083244,2413090,3081340,2407680,3078482,2402588,3075308,2397814,3071816,2393040,3067689,2389221,3063245,2385721,3058483,2382538,3053404,2379674,3047690,2377764,3041976,2376173,3035945,2374900,3029596,2374900,3023247,2374900,1768701,2914650,1230313xm3382142,762000l3382777,774063,3384046,785492,3385633,796920,3387536,808031,3390392,818825,3393565,829618,3397056,840094,3401181,850888,3405623,860729,3410383,870570,3416095,880411,3421806,889935,3427835,899141,3434499,907713,3441797,916284,3448778,924220,3456711,932157,3464644,939776,3472894,946760,3481461,953426,3490663,960093,3499548,966125,3509067,971521,3518904,976601,3529058,981363,3539529,985807,3549683,989616,3560155,992791,3571261,995966,3582367,998505,3593790,1000093,3605213,1001680,3605213,3023244,3604896,3029593,3603944,3035942,3602357,3041974,3600136,3047688,3597598,3053402,3594425,3058481,3590617,3063243,3586809,3067688,3582367,3071815,3577607,3075307,3572213,3078481,3567136,3081338,3561107,3083243,3555078,3084830,3548732,3085783,3542703,3086100,3129878,3086100,3123532,3085783,3117186,3084830,3111474,3083243,3105445,3081338,3099733,3078481,3094656,3075307,3089897,3071815,3085454,3067688,3081329,3063243,3077839,3058481,3074666,3053402,3071810,3047688,3069906,3041974,3068320,3035942,3067685,3029593,3067050,3023244,3067050,1077552,3382142,762000xm3032368,0l3038399,0,3628114,0,3634144,0,3640175,318,3646205,1270,3651918,2222,3657631,3492,3663344,5079,3669057,6984,3674453,9206,3680166,11428,3685562,14284,3690640,17459,3695718,20633,3700479,23807,3705240,27616,3710001,31425,3714445,35552,3718253,39678,3722062,44440,3725871,49201,3729362,53962,3732536,59041,3735075,64437,3737932,69516,3740471,74912,3742692,80308,3744279,86339,3745866,91736,3747453,97767,3748088,103798,3749040,109511,3749358,115542,3749675,121573,3749675,711346,3749358,717377,3749040,723726,3748088,729757,3747453,735788,3745866,741819,3744279,747215,3742375,753246,3740471,758642,3737614,764039,3735075,769117,3732219,774196,3729045,779275,3725871,784036,3721745,788798,3718253,793242,3714445,797368,3710001,801495,3705558,804986,3700797,808795,3696036,811970,3690958,815144,3685879,818318,3680801,820857,3675405,823397,3669692,825301,3664297,827523,3658583,829110,3652870,830698,3646523,831332,3640492,832285,3634144,832919,3628114,832919,3622083,832919,3615735,832285,3609705,831332,3603675,830698,3597644,829110,3592248,827523,3586218,825301,3580822,823397,3575427,820857,3570031,818318,3565270,815144,3560192,811970,3555431,808795,3550670,804986,3546227,801495,3542100,797368,3537974,793242,3534166,788798,3530674,784036,3527500,779275,3524326,774196,3521153,769117,3518296,764039,3516074,758642,3514170,753246,3511948,747215,3510361,741819,3508774,735788,3508139,729757,3507187,723726,3506552,717377,3506552,711346,3506552,415190,2189691,1732180,2185247,1736624,2180487,1740433,2175726,1744242,2170647,1748051,2165569,1750908,2160491,1753765,2155095,1756621,2149382,1758843,2143986,1761065,2138273,1762970,2132878,1764557,2126847,1765509,2121452,1766461,2115421,1767096,2109708,1767731,2103678,1768049,2098282,1767731,2092252,1767096,2086221,1766461,2080508,1765509,2074795,1764557,2069399,1762970,2063369,1761065,2057973,1758843,2052577,1756621,2047182,1753765,2042104,1750908,2037025,1748051,2031947,1744242,2027186,1740433,2022425,1736624,2017664,1732180,1543797,1257949,207257,2594619,202814,2599063,198053,2602872,193292,2606999,188214,2610490,183136,2613665,178057,2616204,172662,2619061,166949,2621600,161553,2623505,155840,2625409,150444,2626996,144414,2628266,139018,2628901,132988,2629853,127275,2630171,121244,2630488,115214,2630171,109818,2629853,103787,2628901,98074,2628266,92361,2626996,86648,2625409,80935,2623505,75540,2621600,70144,2619061,64748,2616204,59670,2613665,54592,2610490,49513,2606999,44752,2602872,39992,2599063,35231,2594619,31105,2590175,26978,2585731,23170,2580335,19996,2575574,16822,2570495,13648,2565099,10791,2560020,8570,2554307,6665,2548910,5078,2543514,3491,2537483,2222,2532087,952,2526056,318,2520660,0,2514629,0,2508598,0,2502884,318,2497170,952,2491457,2222,2485426,3491,2480029,5078,2473998,6665,2468285,8570,2462889,10791,2457492,13648,2452414,16822,2446700,19996,2441621,23487,2436860,26978,2431781,31105,2427337,35231,2422576,1457784,1000202,1462227,995758,1466988,991631,1471749,987822,1476827,984330,1481906,981156,1486984,978617,1492697,975760,1498093,973221,1503488,971316,1509202,969411,1514597,967824,1520628,966555,1526023,965602,1532054,964968,1537767,964650,1543797,964333,1549828,964650,1555223,964968,1561254,965602,1566967,966555,1572680,967824,1578393,969411,1584106,971316,1589502,973221,1595215,975760,1600293,978617,1605371,981156,1610450,984330,1615528,987822,1620289,991631,1625050,995758,1629811,1000202,2103678,1474115,3334526,243464,3038399,243464,3032368,242829,3026338,242512,3019990,241877,3013959,240607,3008246,239338,3002216,237750,2996820,235846,2991107,233624,2985711,231085,2980633,228228,2975555,225688,2970794,222514,2966033,219022,2961272,215213,2956829,211404,2952703,207595,2948576,203151,2944768,198707,2941276,194581,2937468,189820,2934294,184423,2931755,179345,2928898,174266,2926676,168870,2924137,163156,2922550,157760,2920646,151729,2919376,146015,2918424,139984,2917472,133953,2917155,127922,2917155,121573,2917155,115225,2917472,109194,2918424,102845,2919376,97132,2920646,91101,2922550,85070,2924137,79674,2926676,74277,2928898,68564,2931755,63485,2934294,58406,2937468,53645,2941276,48883,2944768,44122,2948576,39678,2952703,35552,2956829,31425,2961272,27616,2966033,24124,2970794,20633,2975555,17459,2980633,14602,2985711,11745,2991107,9523,2996820,6984,3002216,5397,3008246,3492,3013959,2222,3019990,1270,3026338,318,3032368,0xe">
            <v:path o:connecttype="segments" o:connectlocs="35928,130206;34581,132030;14814,132234;13141,130709;83046,80390;87070,82676;91163,83071;94657,82064;94616,131377;92536,132357;72971,131568;72169,69514;65027,131377;62947,132357;43369,131568;42580,87085;124407,131173;122457,132343;102739,131744;101758,129661;145405,35580;147471,39297;150775,41884;154473,129661;153494,131744;133835,132343;131877,131172;129928,0;157209,299;159154,1524;160364,3444;160650,30767;160038,32986;158569,34687;156515,35627;154149,35559;152136,34524;150749,32768;150246,30508;92340,75338;90137,75828;87947,75338;8880,111278;6922,112517;4705,112789;2556,112095;856,110461;40,108338;217,106105;1332,104104;63958,41848;66147,41358;68350,41848;142875,10441;128161,10019;126338,8712;125223,6766;125046,4410;125862,2300;127494,748;129670,13" o:connectangles="0,0,0,0,0,0,0,0,0,0,0,0,0,0,0,0,0,0,0,0,0,0,0,0,0,0,0,0,0,0,0,0,0,0,0,0,0,0,0,0,0,0,0,0,0,0,0,0,0,0,0,0,0,0,0,0,0,0,0,0,0"/>
            <v:fill focussize="0,0"/>
            <v:stroke on="f" joinstyle="round"/>
            <v:imagedata o:title=""/>
            <o:lock v:ext="edit"/>
          </v:shape>
        </w:pict>
      </w:r>
      <w:r>
        <w:pict>
          <v:shape id="_x0000_s1057" o:spid="_x0000_s1057" o:spt="100" style="position:absolute;left:0pt;margin-left:136.25pt;margin-top:520pt;height:13pt;width:12.05pt;z-index:251657216;v-text-anchor:middle;mso-width-relative:page;mso-height-relative:page;" stroked="f" coordsize="1938337,2097088" o:gfxdata="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" adj="," path="m754655,1781504l755185,1787064,755185,1789976,754655,1793153,753861,1796065,753067,1798713,752009,1801360,750156,1803743,748568,1806391,746980,1808244,744598,1810362,742481,1812215,740099,1813804,737452,1815127,734805,1815922,731894,1816716,729247,1817245,726071,1817245,724483,1816981,724483,1965507,726071,1965507,729247,1965507,731894,1966036,734805,1966566,737452,1967625,740099,1969213,742481,1970537,744598,1972125,746980,1974243,748568,1976361,750156,1978744,752009,1981127,753067,1984039,753861,1986687,754655,1989599,755185,1992776,755185,1995688,755185,1996747,1181565,1996747,1181301,1995688,1181565,1992776,1181830,1989599,1182624,1986687,1183683,1984039,1184741,1981127,1186329,1978744,1187917,1976361,1189770,1974243,1191887,1972125,1194005,1970537,1196651,1969213,1199033,1967625,1201680,1966566,1204591,1966036,1207238,1965507,1210414,1965507,1212002,1965507,1212002,1816981,1210414,1817245,1207238,1817245,1204591,1816716,1201680,1815922,1199033,1815127,1196651,1813804,1194005,1812215,1191887,1810362,1189770,1808244,1187917,1806391,1186329,1803743,1184741,1801360,1183683,1798713,1182624,1796065,1181830,1793153,1181565,1789976,1181301,1787064,1182095,1781504,754655,1781504xm555625,1681163l1381125,1681163,1381125,2097088,555625,2097088,555625,1681163xm846057,1552575l1096781,1552575,1104997,1562178,1112683,1571246,1120634,1579515,1128320,1587517,1135741,1594986,1143162,1602188,1150583,1608856,1157474,1614991,1170726,1626461,1182917,1636063,1193784,1644065,1203325,1651000,738187,1651000,747993,1644065,759125,1635796,771582,1626194,785098,1614724,792254,1608589,799675,1601921,807096,1594986,814517,1587251,822468,1579249,830419,1570980,838106,1562178,846057,1552575xm1307617,216793l1304708,217057,1301269,217587,1298095,218646,1295449,219971,1292540,221295,1289630,223149,1287514,225002,1285133,227121,1283017,229505,1281166,232153,1279578,234801,1278256,237714,1277462,240892,1276404,243805,1276140,247248,1274553,266051,1272965,284590,1270585,303128,1268204,321931,1265295,340470,1262385,359008,1258946,377546,1255243,396349,1251275,414888,1246778,433161,1242282,451435,1237256,469443,1231965,487187,1225882,505196,1220062,522940,1213714,540418,1206836,557897,1199959,575112,1192552,591796,1184617,608745,1176681,625430,1168217,641585,1159223,658004,1150230,673629,1140443,689255,1130391,704615,1120075,719445,1109494,734276,1098385,748842,1087010,762878,1075107,776650,1062939,789891,1060559,792275,1058971,795188,1057120,797836,1056062,801014,1055004,803927,1054475,806840,1054210,810283,1054210,813461,1054210,816374,1054739,819552,1055533,822730,1056591,825379,1058178,828292,1060030,831205,1061881,833588,1064262,836237,1066907,838355,1069552,840209,1072462,841798,1075107,842858,1078281,843917,1081455,844712,1084365,844976,1087539,845241,1090978,844976,1093888,844447,1096797,843387,1099972,842328,1102617,841004,1105526,838885,1108172,837031,1110552,834648,1124043,819817,1137004,804722,1149701,789097,1161604,773471,1173507,757581,1184617,740897,1195727,724213,1206043,707528,1216094,690049,1225617,672570,1234875,654826,1243604,637082,1252069,618809,1260269,600536,1267940,581997,1274817,563459,1281959,544656,1288307,525853,1294127,506785,1300211,487187,1305501,468119,1310262,448786,1315024,429188,1319256,409591,1323224,389993,1326662,370396,1330101,350798,1333011,330936,1335391,311338,1337772,291475,1339624,271613,1341475,252015,1341475,248572,1341211,245659,1340417,242216,1339624,239039,1338566,236390,1337243,233477,1335391,230829,1333540,228445,1331159,226062,1329043,223943,1326398,222089,1323753,220500,1320579,219176,1317669,218382,1314495,217322,1311056,217057,1307617,216793xm442912,112713l1493837,112713,1485637,163826,1477172,211761,1468708,257312,1460508,299685,1452308,339145,1444372,375427,1436437,408532,1429559,438723,1422682,465471,1416598,488776,1411308,508638,1406811,525058,1399934,547304,1397817,554719,1394114,564518,1390146,574847,1385914,585440,1380888,596563,1375863,608216,1370308,620398,1364224,632580,1357875,645027,1351263,658004,1343856,671246,1336714,684488,1328779,698259,1320579,711501,1312379,725537,1303649,739573,1294656,753609,1285133,767645,1275875,781416,1266088,795453,1256036,809489,1245720,823260,1235140,836767,1224559,850273,1213714,863779,1202340,877021,1191230,889468,1179591,902180,1167952,914627,1156049,926280,1144146,937933,1132243,949056,1119810,959914,1119810,992753,1119810,993548,1119546,994872,1119546,995666,1119546,996196,1119281,995931,1117694,998579,1115578,1001493,1112668,1004671,1109230,1007849,1101294,1015529,1096797,1020031,1092301,1024798,1087804,1030095,1083307,1035921,1079075,1042807,1074843,1050222,1073255,1053930,1071668,1057902,1069817,1062404,1068230,1066906,1066907,1071673,1065584,1076440,1064526,1081737,1063733,1087298,1064526,1089152,1064262,1120932,1064262,1121727,1064526,1121727,1063468,1124640,1062675,1127023,1060823,1130466,1058707,1134704,1055268,1139735,1053681,1142119,1051829,1144238,1048655,1147945,1044952,1150858,1041513,1153242,1036488,1156420,1035165,1157214,1034107,1157744,1030933,1159333,1026436,1161187,1017971,1163570,1016120,1168337,1016120,1454092,1015855,1473160,1030404,1474749,1036752,1475808,1042571,1476868,1043365,1477133,1046275,1477662,1054210,1479516,1057120,1480840,1060030,1481635,1062410,1482959,1063733,1484018,1064791,1485342,1065055,1486667,1065320,1486667,1065320,1507588,1065320,1513944,1067436,1516063,871958,1516063,871958,1514739,871958,1507588,871958,1486667,872223,1486667,872487,1485607,873016,1484283,874074,1483489,875926,1482429,877778,1481635,880158,1480575,885978,1478722,892855,1477133,901319,1475808,910842,1474219,921423,1473160,921423,1454092,921423,1170721,920894,1170721,920894,1168602,920365,1167013,919836,1163835,913752,1161981,908197,1160128,902642,1157744,901849,1157214,900526,1156420,898674,1155096,895765,1153772,892590,1151653,889152,1148475,885449,1144502,881481,1139735,877778,1134439,876984,1133115,875397,1130201,874603,1129142,873545,1126759,873281,1125964,872752,1124110,872487,1124110,872487,1121992,872487,1121727,872487,1121197,872487,1120932,872487,1087034,872752,1087034,871694,1080413,870636,1074057,868784,1067966,866932,1062404,864816,1057108,862700,1052076,860319,1047574,857939,1043071,853707,1036980,853442,1035921,849474,1030889,848681,1029830,844977,1025328,844184,1024533,840216,1020296,839423,1019501,835719,1015794,834661,1014734,831487,1011556,827519,1008113,827255,1007849,823816,1004671,821171,1001493,818790,998579,817468,995931,817203,996196,816939,996196,816674,992753,816674,959649,807945,951969,798952,944024,790222,935549,781493,927339,772764,918865,762713,908007,754777,900062,747371,891587,736790,879934,722242,862985,712190,850803,697906,833059,688648,820612,674629,801809,666164,790421,652145,769764,644739,759435,636538,746723,628603,734011,625429,729244,615377,713089,605855,696670,596861,681045,588132,665420,589719,669127,574906,639996,569087,627813,563267,616425,558242,605038,553480,594180,548983,583321,545280,573258,541842,563724,538932,554719,536287,547304,529938,525058,525441,508638,520151,488776,514067,465471,507190,438723,500312,408532,492377,375427,484441,339145,476241,299685,467777,257312,459577,211761,451112,163826,442912,112713xm208966,79375l216098,79375,224816,79375,233534,79904,242252,80698,250706,82286,258895,83874,266821,85462,274746,87844,282407,90226,289804,93137,297201,96313,304070,99489,311203,103194,318071,106900,324412,111134,330752,115369,336828,119603,342640,124102,348188,128866,353735,133630,359283,138659,364303,143687,369322,148716,374077,154009,378568,159567,387022,170153,394947,181004,402344,192119,408949,202971,415289,213821,420837,224672,425856,235259,430611,245316,434838,255637,438537,264900,441971,273899,444613,282103,449368,296924,452538,308304,454388,315980,455444,319420,455973,323655,456237,328154,456237,332653,455708,337152,454652,341387,453331,345621,451746,349591,449368,353296,447255,357002,444349,359913,441707,363089,438273,366000,434574,368117,430876,370234,426913,371822,422422,372881,418459,373675,414232,373940,409741,373940,405779,373410,401552,372352,397589,371028,393891,369176,390192,367059,387022,364412,383852,361765,380946,358589,378304,355149,375926,351708,374077,347739,372492,343504,371435,339005,371171,338476,370643,335299,367209,323390,364831,315186,361397,305393,357170,294542,352415,283162,346867,270988,340527,258549,337092,252462,333394,246374,329431,240023,325468,234200,321241,228378,316750,222555,312259,216997,307504,211704,302749,206676,297465,201912,292446,197148,286898,192913,279501,187885,271576,183386,267877,181004,263651,179151,259424,177299,255197,175711,250706,174387,246215,173329,241460,172006,236704,170947,231949,170418,226930,169888,221382,169624,216098,169359,206852,169624,197078,170682,187039,172270,175943,174652,170395,176240,165112,178357,160093,180475,155337,182856,150846,185503,146355,188679,142128,191855,137901,195295,133939,199001,129976,203235,126542,207470,122843,212234,119409,216997,115975,222291,113069,227584,109899,233406,106993,239493,104351,245580,101709,251932,99596,258549,97218,265430,95369,272311,93519,279721,91934,286867,90614,294278,89293,301953,88236,309363,87443,317038,86915,324713,86387,332388,86122,340063,86122,348003,86122,355678,86387,363618,86915,371558,87443,379497,88236,386908,89293,394318,90614,401729,91934,408874,93519,416020,95105,422372,96954,428724,99067,435076,100916,440898,103030,446456,105408,452014,107521,456778,112012,464982,116503,473186,121258,481391,126542,489331,131561,497006,137109,504945,142657,512620,148204,519766,154545,527441,160357,534587,166697,541733,173301,548614,179906,555495,186775,562376,193643,568993,200776,575609,207909,581696,215306,588048,230364,600222,246215,612132,261801,623248,278180,634098,294559,644420,311467,654477,328374,663740,345546,673003,362453,681472,379361,689677,396532,697352,412911,705027,429819,711643,446198,718525,462049,724612,477899,730963,492958,736257,521753,746578,548435,755577,572211,763516,595987,771456,606290,775161,615536,778602,624783,782572,629274,784954,634029,787600,640633,792099,646974,796863,652786,802156,658069,807714,663088,813801,667579,819888,671806,826240,675505,833121,679203,840003,681845,847413,684487,854823,686600,862498,688450,870174,689770,878378,690299,886318,690563,894522,690563,899551,690299,904844,689770,909872,688978,915165,688185,920194,686865,925487,685279,930516,683694,935544,681581,941102,679467,945866,677090,950894,674448,955658,671278,960422,668108,965186,664409,969685,660975,973920,657012,978154,652786,982389,648295,985829,643539,989534,638784,992975,633765,996415,628745,999327,623198,1002238,617650,1004620,611838,1007266,606026,1009119,599950,1011501,593610,1013089,587005,1014942,580665,1016000,574060,1017323,569834,1017588,565343,1017588,561116,1017059,556889,1016265,552926,1015206,549228,1013354,545529,1011236,542095,1008854,538925,1006208,535755,1003032,533377,999591,530999,996415,528886,992446,527301,988211,525980,983977,525187,979477,524659,974713,524659,970214,525187,965980,525980,961481,527037,957246,528886,953276,530735,949306,533113,946130,535490,942690,538660,939514,541831,936867,545001,934221,548963,932368,552926,930251,556889,929192,561380,928134,569041,926546,575646,924958,581457,923105,586213,920723,590440,918606,593610,916224,596516,914107,598365,911990,599950,910137,601535,908020,602328,906167,603120,904050,603913,901932,604177,899551,604441,897169,604705,894522,604441,890023,603648,885259,602063,880760,599950,876261,597837,872555,595195,869380,593081,866998,590704,865410,590175,865145,587798,864086,577231,859852,561908,854559,542887,848207,520696,840796,495599,832327,468125,822800,438801,811684,423479,805862,407628,799774,391777,792893,375398,786012,358755,778602,342376,770927,325468,762987,308297,754253,291653,745255,274482,735992,257574,725670,240667,715613,224024,704762,207380,693382,191001,681472,174887,669033,164319,660564,154016,651566,143449,642568,133410,633305,123636,623512,113861,613720,104351,603663,95105,593076,86122,582225,77405,571374,68951,559994,60761,548349,52836,536440,45439,524001,38306,511562,31702,498594,27739,490389,24041,482185,20606,473451,17700,464717,14794,455719,12417,446456,10039,437193,7926,427665,6076,418137,4491,408345,3170,398553,1850,388761,1057,378439,529,368382,264,358060,0,348003,264,332653,1057,317832,2378,302747,4491,287926,6869,272840,10039,258019,11888,250874,14002,243463,15851,236053,18493,228907,20606,221761,23512,214880,26418,207734,29324,200853,32494,193972,36193,187356,39363,180475,43326,174123,47552,167506,51779,161155,56270,155332,60761,148980,65781,143422,70800,137865,76348,132307,81896,126749,89557,120397,98011,114045,106728,108223,115710,102930,124957,98166,134731,93931,139751,92079,145034,90226,150318,88638,155601,87315,163527,85198,170924,83874,178849,82551,186510,81228,193907,80434,201304,79640,208966,79375xm1713004,79375l1722007,79375,1729156,79375,1736570,79640,1743984,80434,1751398,81228,1759077,82551,1767021,83874,1774699,85198,1782643,87315,1787674,88638,1792970,90226,1798001,92079,1803031,93931,1813093,98166,1822626,102930,1831628,108223,1840366,114045,1848310,120397,1856253,126749,1863667,134159,1870817,141570,1877436,148980,1883526,157185,1889352,165389,1894912,174123,1899943,182856,1904709,191855,1908946,200853,1913182,210116,1916625,219379,1920067,228907,1923244,238435,1925627,248227,1928275,258019,1930393,267812,1932512,277604,1933836,287926,1935160,297983,1936483,307775,1937278,317832,1937807,327889,1938337,337946,1938337,348003,1938337,358060,1937807,368382,1937278,378439,1936483,388760,1935160,398553,1933836,408345,1932512,418137,1930393,427665,1928540,437193,1925892,446456,1923509,455719,1920596,464717,1917684,473451,1914241,482185,1910535,490389,1906563,498593,1901267,509180,1895442,519502,1889352,529823,1883262,539616,1876907,549143,1870287,558671,1863403,567934,1856253,576932,1849369,585931,1841955,594664,1834276,603133,1826597,611338,1818654,619542,1810710,627482,1802502,635422,1794294,642832,1786085,650243,1777612,657653,1768874,664534,1760136,671680,1751398,678296,1742660,684648,1724655,697352,1706385,709526,1688114,720906,1669844,732022,1651309,742344,1632774,752136,1614504,761664,1596234,770397,1577964,778866,1559958,786806,1542217,794217,1525271,801362,1508060,807979,1491379,814331,1475756,820153,1445306,830739,1417768,840532,1393673,848207,1370636,856147,1361369,859323,1353955,861969,1348394,864616,1346276,865674,1343893,866998,1341775,869380,1339127,872555,1337009,876261,1334890,880760,1333566,885259,1332507,890023,1332242,894522,1332507,897169,1332772,899551,1333302,901932,1333831,904050,1334625,906167,1335685,908020,1337273,910137,1338597,911990,1340716,914107,1343363,916224,1346806,918606,1350777,920723,1355544,923105,1361369,924958,1367988,926546,1375932,928134,1380169,929192,1384405,930251,1388377,932368,1392084,934221,1395261,936867,1398704,939514,1401616,942690,1403999,946130,1406382,949306,1408236,953276,1410089,957246,1411149,961481,1411943,965980,1412472,970214,1412472,974713,1411943,979477,1411149,983977,1410089,988211,1408236,992446,1406382,996415,1403735,999591,1401351,1003032,1398439,1006208,1394997,1008854,1391819,1011236,1388112,1013354,1384140,1015206,1380169,1016265,1375932,1017059,1371695,1017588,1367459,1017588,1362958,1017323,1356338,1016000,1349718,1014942,1343363,1013089,1337273,1011501,1330918,1009119,1325093,1007266,1319533,1004620,1313972,1002238,1308147,999327,1303116,996415,1298085,992975,1293319,989534,1288553,985829,1284316,982389,1280080,978154,1276108,973920,1272136,969685,1268959,965186,1265516,960422,1262604,955658,1259956,950894,1257308,945866,1255190,941102,1253071,935544,1251483,930516,1250159,925487,1248570,920194,1247776,915165,1246981,909872,1246452,904844,1246187,899551,1246187,894522,1246452,886318,1247246,878378,1248305,870174,1250159,862498,1252277,854823,1254925,847413,1257838,840003,1261280,833121,1264987,826240,1269223,819888,1273990,813801,1278756,807714,1284051,802156,1289877,796863,1296232,792099,1302851,787600,1306558,785748,1310000,783630,1316620,780454,1324034,777808,1331448,774897,1348394,768809,1367988,762193,1390230,755047,1414856,746578,1441069,737580,1469137,727258,1483965,721700,1498528,715613,1513621,709526,1528978,702645,1544336,696028,1559958,688618,1575581,681472,1591203,673532,1606825,665063,1622183,656594,1637540,647596,1652898,638333,1667726,628541,1682554,618748,1696852,608162,1711151,597311,1720154,589901,1729421,582225,1738159,574286,1746897,566611,1755370,558406,1763578,549937,1771522,541468,1778936,532734,1786615,523736,1793499,514738,1800648,505475,1807003,496212,1813623,486684,1819448,476892,1825009,466835,1830304,456778,1832952,452014,1835335,446456,1837189,440898,1839307,435076,1841161,428724,1843014,422372,1844868,416020,1846192,408874,1847515,401729,1848575,394318,1849899,386908,1850693,379497,1851487,371558,1851752,363618,1852017,355678,1852282,348003,1852017,336093,1851487,324713,1850428,313068,1849104,301953,1846986,290572,1844603,279721,1841955,269135,1838513,258549,1835335,248756,1831364,239493,1826862,230495,1822361,222290,1817330,214615,1811769,207470,1806209,201118,1803031,198207,1800384,195295,1796147,191855,1791646,188679,1787409,185503,1782643,182856,1777877,180474,1772846,178357,1767550,176240,1761725,174652,1751133,172270,1740807,170682,1731010,169623,1722007,169359,1716711,169623,1711151,169888,1706120,170417,1701354,170947,1696588,171741,1692086,172799,1687585,174387,1683084,175711,1678847,177034,1674610,178886,1670903,180739,1666932,182856,1659253,187356,1651574,192384,1644690,197942,1637805,203764,1631185,210645,1625095,217262,1619005,224937,1613445,232612,1608149,240287,1603118,248227,1598352,256431,1594115,264636,1589879,272575,1586172,280515,1582730,288455,1580082,295601,1574786,309628,1571079,321537,1568167,330800,1566578,336623,1566313,339005,1564724,343504,1563400,347738,1561547,351708,1559164,355149,1556781,358589,1553603,361765,1550426,364412,1547248,367058,1543806,369176,1539834,371028,1535863,372352,1531891,373410,1527654,373940,1523418,373940,1518916,373675,1514680,372881,1510708,371822,1506736,370234,1502764,368117,1499057,366000,1495880,363089,1492967,359913,1490055,357001,1487936,353296,1485818,349591,1484229,345621,1482641,341387,1481582,337152,1481052,332653,1481052,328154,1481317,323654,1482111,319420,1483700,312539,1485553,305922,1488201,296924,1491379,286073,1495615,273899,1500646,260401,1507001,245316,1513885,229966,1517857,222026,1522094,213821,1526860,205882,1531626,197677,1536922,189208,1542747,181004,1548572,172799,1554662,164860,1561547,156655,1568431,148715,1575845,141305,1583789,133630,1591997,126484,1600735,119603,1607090,115369,1613180,111134,1619535,106899,1626419,103194,1633304,99489,1640453,96313,1647867,93137,1655281,90226,1663225,87844,1671168,85462,1678847,83874,1687320,82286,1695793,80698,1704266,79904,1713004,79375xm409575,0l1528763,0,1528763,95250,409575,95250,409575,0xe">
            <v:path o:connecttype="segments" o:connectlocs="52043,140669;84711,142394;85944,129907;78615,111116;58383,113598;91357,19041;83735,45917;75658,58882;79602,59735;93575,33502;95263,16027;100837,37578;90750,56930;79962,71676;76303,80281;74312,105622;62576,106229;64415,82669;62405,76869;58859,71676;47749,56569;37984,37578;19693,6286;29312,14526;32058,25550;26813,24887;21321,14450;12213,12613;6835,19489;6949,30683;14391,41195;39310,54076;49441,62864;46468,70555;38856,72203;39348,66728;43268,63357;24540,55174;4942,40078;0,24906;4033,11117;14429,5699;133052,9071;138860,22746;135861,37180;123620,49908;96650,61879;96821,65895;101148,70422;94980,72089;89495,65857;93385,56368;116275,46992;130813,33411;132540,21610;126277,12499;116920,15075;111587,25663;106386,24735;110998,12367;122158,5718" o:connectangles="0,0,0,0,0,0,0,0,0,0,0,0,0,0,0,0,0,0,0,0,0,0,0,0,0,0,0,0,0,0,0,0,0,0,0,0,0,0,0,0,0,0,0,0,0,0,0,0,0,0,0,0,0,0,0,0,0,0,0,0,0"/>
            <v:fill focussize="0,0"/>
            <v:stroke on="f" joinstyle="round"/>
            <v:imagedata o:title=""/>
            <o:lock v:ext="edit"/>
          </v:shape>
        </w:pict>
      </w:r>
      <w:r>
        <w:pict>
          <v:shape id="_x0000_s1056" o:spid="_x0000_s1056" o:spt="100" style="position:absolute;left:0pt;margin-left:136.65pt;margin-top:647.8pt;height:14.2pt;width:11.2pt;z-index:251658240;v-text-anchor:middle;mso-width-relative:page;mso-height-relative:page;" stroked="f" coordsize="1679575,2125662" o:gfxdata="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" adj=",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<v:path o:connecttype="segments" o:connectlocs="43139,79214;54750,85223;54123,88746;53399,92969;54799,97457;78360,142534;75173,96516;76067,91931;75101,88167;77805,84836;88958,78683;99169,79238;106677,86646;113147,94948;118554,104166;122755,114470;125748,125884;127414,138505;122151,147843;105422,155010;87871,159619;69766,161598;50598,160730;31648,156796;13518,149919;0,142245;1303,128852;4007,116810;8014,106000;13229,96371;19578,87853;26965,80300;36283,73012;70573,434;78659,2633;85972,6498;92223,11790;97171,18264;100671,25754;102481,34041;102264,43608;99464,53175;94420,61535;87445,68275;77645,73590;71032,75330;63888,75813;55899,74774;48561,72141;41972,68130;36011,62501;31135,55253;28046,46966;26911,37906;27877,29330;30677,21502;35021,14520;40717,8649;47572,4155;55368,1183;63815,0" o:connectangles="0,0,0,0,0,0,0,0,0,0,0,0,0,0,0,0,0,0,0,0,0,0,0,0,0,0,0,0,0,0,0,0,0,0,0,0,0,0,0,0,0,0,0,0,0,0,0,0,0,0,0,0,0,0,0,0,0,0,0,0,0"/>
            <v:fill focussize="0,0"/>
            <v:stroke on="f" joinstyle="round"/>
            <v:imagedata o:title=""/>
            <o:lock v:ext="edit"/>
          </v:shape>
        </w:pict>
      </w:r>
      <w:r>
        <w:pict>
          <v:rect id="_x0000_s1055" o:spid="_x0000_s1055" o:spt="1" style="position:absolute;left:0pt;margin-left:-90pt;margin-top:-71.95pt;height:842.25pt;width:17.85pt;z-index:251659264;v-text-anchor:middle;mso-width-relative:page;mso-height-relative:page;" fillcolor="#333F50" filled="t" stroked="f" coordsize="21600,21600" o:gfxdata="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3m3ZHtkAAAAPAQAADwAAAAAA&#10;AAABACAAAAAiAAAAZHJzL2Rvd25yZXYueG1sUEsBAhQAFAAAAAgAh07iQDmvIbbZAQAAiQMAAA4A&#10;AAAAAAAAAQAgAAAAKAEAAGRycy9lMm9Eb2MueG1sUEsFBgAAAAAGAAYAWQEAAHMFAAAAAA==&#10;">
            <v:path/>
            <v:fill on="t" focussize="0,0"/>
            <v:stroke on="f" weight="1pt"/>
            <v:imagedata o:title=""/>
            <o:lock v:ext="edit"/>
          </v:rect>
        </w:pic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-596900</wp:posOffset>
            </wp:positionH>
            <wp:positionV relativeFrom="paragraph">
              <wp:posOffset>-378460</wp:posOffset>
            </wp:positionV>
            <wp:extent cx="1530350" cy="1530985"/>
            <wp:effectExtent l="0" t="0" r="0" b="0"/>
            <wp:wrapNone/>
            <wp:docPr id="71" name="图片 71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530872"/>
                    </a:xfrm>
                    <a:prstGeom prst="ellipse">
                      <a:avLst/>
                    </a:prstGeom>
                    <a:ln w="57150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br w:type="page"/>
      </w:r>
    </w:p>
    <w:p>
      <w:pPr>
        <w:widowControl/>
        <w:jc w:val="left"/>
      </w:pPr>
      <w:r>
        <w:pict>
          <v:rect id="_x0000_s1052" o:spid="_x0000_s1052" o:spt="1" style="position:absolute;left:0pt;margin-left:33.15pt;margin-top:2.4pt;height:46.2pt;width:343.8pt;z-index:251667456;mso-width-relative:page;mso-height-relative:page;" filled="f" stroked="f" coordsize="21600,21600" o:gfxdata="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">
            <v:path/>
            <v:fill on="f" focussize="0,0"/>
            <v:stroke on="f"/>
            <v:imagedata o:title=""/>
            <o:lock v:ext="edit"/>
            <v:textbox style="mso-fit-shape-to-text:t;">
              <w:txbxContent>
                <w:p>
                  <w:pPr>
                    <w:spacing w:line="780" w:lineRule="exact"/>
                  </w:pPr>
                  <w:r>
                    <w:rPr>
                      <w:rFonts w:hint="eastAsia" w:ascii="造字工房力黑（非商用）常规体" w:hAnsi="造字工房力黑（非商用）常规体" w:eastAsia="造字工房力黑（非商用）常规体"/>
                      <w:color w:val="FFFFFF"/>
                      <w:kern w:val="24"/>
                      <w:sz w:val="64"/>
                      <w:szCs w:val="64"/>
                    </w:rPr>
                    <w:t xml:space="preserve">自荐信   </w:t>
                  </w:r>
                  <w:r>
                    <w:rPr>
                      <w:rFonts w:ascii="Impact" w:hAnsi="Impact" w:eastAsia="方正兰亭黑简体"/>
                      <w:color w:val="FFFFFF" w:themeColor="background1"/>
                      <w:kern w:val="24"/>
                      <w:sz w:val="64"/>
                      <w:szCs w:val="64"/>
                    </w:rPr>
                    <w:t xml:space="preserve">COVER LETTER </w:t>
                  </w:r>
                </w:p>
              </w:txbxContent>
            </v:textbox>
          </v:rect>
        </w:pict>
      </w:r>
      <w:r>
        <w:pict>
          <v:rect id="_x0000_s1054" o:spid="_x0000_s1054" o:spt="1" style="position:absolute;left:0pt;margin-left:-90pt;margin-top:-20.15pt;height:91.45pt;width:595.25pt;z-index:251663360;v-text-anchor:middle;mso-width-relative:page;mso-height-relative:page;" fillcolor="#333F50" filled="t" stroked="f" coordsize="21600,21600" o:gfxdata="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Baw34XbAAAADQEAAA8AAAAAAAAAAQAgAAAA&#10;IgAAAGRycy9kb3ducmV2LnhtbFBLAQIUABQAAAAIAIdO4kCc//y/zwEAAHIDAAAOAAAAAAAAAAEA&#10;IAAAACoBAABkcnMvZTJvRG9jLnhtbFBLBQYAAAAABgAGAFkBAABrBQAAAAA=&#10;">
            <v:path/>
            <v:fill on="t" focussize="0,0"/>
            <v:stroke on="f" weight="2pt"/>
            <v:imagedata o:title=""/>
            <o:lock v:ext="edit"/>
          </v:rect>
        </w:pict>
      </w:r>
      <w:r>
        <w:pict>
          <v:rect id="_x0000_s1053" o:spid="_x0000_s1053" o:spt="1" style="position:absolute;left:0pt;margin-left:-46.7pt;margin-top:123.75pt;height:513.2pt;width:508.75pt;z-index:251665408;mso-width-relative:page;mso-height-relative:page;" filled="f" stroked="f" coordsize="21600,21600" o:gfxdata="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DT82683AAAAAwBAAAPAAAAAAAAAAEAIAAAACIAAABkcnMvZG93&#10;bnJldi54bWxQSwECFAAUAAAACACHTuJAyqssoooBAADvAgAADgAAAAAAAAABACAAAAArAQAAZHJz&#10;L2Uyb0RvYy54bWxQSwUGAAAAAAYABgBZAQAAJwUAAAAA&#10;">
            <v:path/>
            <v:fill on="f" focussize="0,0"/>
            <v:stroke on="f"/>
            <v:imagedata o:title=""/>
            <o:lock v:ext="edit"/>
            <v:textbox style="mso-fit-shape-to-text:t;">
              <w:txbxContent>
                <w:p>
                  <w:pPr>
                    <w:spacing w:line="460" w:lineRule="exact"/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>尊敬的领导：</w:t>
                  </w:r>
                </w:p>
                <w:p>
                  <w:pPr>
                    <w:spacing w:line="460" w:lineRule="exact"/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 xml:space="preserve">        您好！</w:t>
                  </w:r>
                </w:p>
                <w:p>
                  <w:pPr>
                    <w:spacing w:line="460" w:lineRule="exact"/>
                    <w:rPr>
                      <w:rFonts w:ascii="微软雅黑" w:hAnsi="微软雅黑" w:eastAsia="微软雅黑"/>
                      <w:color w:val="333F50"/>
                      <w:kern w:val="24"/>
                    </w:rPr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 xml:space="preserve">        真诚地感谢您在百忙之中惠阅我的自荐材料！我平凡但不平庸，简约但不简单。我的座右铭是“莫言下岭便无难”。所有的成功，都来自不倦的努力和奔跑。</w:t>
                  </w:r>
                </w:p>
                <w:p>
                  <w:pPr>
                    <w:spacing w:line="460" w:lineRule="exact"/>
                  </w:pPr>
                </w:p>
                <w:p>
                  <w:pPr>
                    <w:spacing w:line="460" w:lineRule="exact"/>
                    <w:rPr>
                      <w:rFonts w:ascii="微软雅黑" w:hAnsi="微软雅黑" w:eastAsia="微软雅黑"/>
                      <w:color w:val="333F50"/>
                      <w:kern w:val="24"/>
                    </w:rPr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 xml:space="preserve">        四年来，我严于律己，能很好的掌握本专业的相关知识，除了完成专业的相关课程外，还积极参与校内活动，通过一年多的努力，我即将通过专业主修的科目，并且以社会对人才的需求为向导，努力使自己向复合型人才方向发展。</w:t>
                  </w:r>
                </w:p>
                <w:p>
                  <w:pPr>
                    <w:spacing w:line="460" w:lineRule="exact"/>
                  </w:pPr>
                </w:p>
                <w:p>
                  <w:pPr>
                    <w:spacing w:line="460" w:lineRule="exact"/>
                    <w:rPr>
                      <w:rFonts w:ascii="微软雅黑" w:hAnsi="微软雅黑" w:eastAsia="微软雅黑"/>
                      <w:color w:val="333F50"/>
                      <w:kern w:val="24"/>
                    </w:rPr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 xml:space="preserve">        另外，我也致力于提高自己的综合能力，积极投身于学院的各项活动之中。在校曾担任院团委校团委担任办公室干事 、校团委办公室副主任、班级宣传委员 ，在班级工作以及系上院上团学工作中，使自身具有了极强的开拓精神、团队合作意识、组织协调能力、活动策划能力。</w:t>
                  </w:r>
                </w:p>
                <w:p>
                  <w:pPr>
                    <w:spacing w:line="460" w:lineRule="exact"/>
                  </w:pPr>
                </w:p>
                <w:p>
                  <w:pPr>
                    <w:spacing w:line="460" w:lineRule="exact"/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 xml:space="preserve">        而今我即将毕业，就要进入我人生的第二个全新的阶段，满怀着热忱和信心，希望能将所学的理论知识为现实生产力，实现自己的人生价值。如果我有幸成为贵公司的一员，我会继续保持团结协作、拼搏创新、吃苦耐劳、认真细致的工作精神，尽量结合专业所学，同时不断的学习新的知识，发挥自身所长，希望能为贵公司的辉煌历史奉献自己的青春和才华！</w:t>
                  </w:r>
                </w:p>
                <w:p>
                  <w:pPr>
                    <w:spacing w:line="460" w:lineRule="exact"/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 xml:space="preserve">       我相信自己，更相信你，给我一个机会，蓄势而发的我会还您一个惊喜！ </w:t>
                  </w:r>
                </w:p>
                <w:p>
                  <w:pPr>
                    <w:spacing w:line="460" w:lineRule="exact"/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 xml:space="preserve">       祝愿贵公司事业蒸蒸日上！</w:t>
                  </w:r>
                </w:p>
                <w:p>
                  <w:pPr>
                    <w:spacing w:line="460" w:lineRule="exact"/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>此致</w:t>
                  </w:r>
                </w:p>
                <w:p>
                  <w:pPr>
                    <w:spacing w:line="460" w:lineRule="exact"/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 xml:space="preserve">敬礼！                                  </w:t>
                  </w:r>
                </w:p>
              </w:txbxContent>
            </v:textbox>
          </v:rect>
        </w:pict>
      </w:r>
      <w:r>
        <w:pict>
          <v:rect id="矩形 76" o:spid="_x0000_s1045" o:spt="1" style="position:absolute;left:0pt;margin-left:323.3pt;margin-top:664pt;height:80pt;width:128.85pt;mso-wrap-style:none;z-index:25166643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">
            <v:path/>
            <v:fill on="f" focussize="0,0"/>
            <v:stroke on="f"/>
            <v:imagedata o:title=""/>
            <o:lock v:ext="edit"/>
            <v:textbox style="mso-fit-shape-to-text:t;">
              <w:txbxContent>
                <w:p>
                  <w:pPr>
                    <w:pStyle w:val="2"/>
                    <w:spacing w:before="0" w:beforeAutospacing="0" w:after="0" w:afterAutospacing="0"/>
                    <w:jc w:val="right"/>
                  </w:pPr>
                  <w:r>
                    <w:rPr>
                      <w:rFonts w:hint="eastAsia" w:ascii="方正硬笔行书简体" w:eastAsiaTheme="minorEastAsia"/>
                      <w:color w:val="333F50"/>
                      <w:kern w:val="24"/>
                      <w:sz w:val="56"/>
                      <w:szCs w:val="56"/>
                    </w:rPr>
                    <w:t xml:space="preserve"> </w:t>
                  </w:r>
                  <w:r>
                    <w:rPr>
                      <w:rFonts w:hint="eastAsia" w:eastAsia="方正硬笔行书简体"/>
                      <w:color w:val="333F50"/>
                      <w:kern w:val="24"/>
                      <w:sz w:val="56"/>
                      <w:szCs w:val="56"/>
                    </w:rPr>
                    <w:t>幸运日</w:t>
                  </w:r>
                </w:p>
                <w:p>
                  <w:pPr>
                    <w:pStyle w:val="2"/>
                    <w:spacing w:before="0" w:beforeAutospacing="0" w:after="0" w:afterAutospacing="0" w:line="520" w:lineRule="exact"/>
                    <w:jc w:val="right"/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  <w:sz w:val="28"/>
                      <w:szCs w:val="28"/>
                    </w:rPr>
                    <w:t>日期：2018.10.19</w:t>
                  </w:r>
                </w:p>
              </w:txbxContent>
            </v:textbox>
          </v:rect>
        </w:pict>
      </w:r>
      <w:r>
        <w:br w:type="page"/>
      </w:r>
    </w:p>
    <w:p>
      <w:pPr>
        <w:widowControl/>
        <w:jc w:val="left"/>
      </w:pPr>
      <w:bookmarkStart w:id="0" w:name="_GoBack"/>
      <w:bookmarkEnd w:id="0"/>
      <w:r>
        <w:pict>
          <v:rect id="_x0000_s1120" o:spid="_x0000_s1120" o:spt="1" style="position:absolute;left:0pt;margin-left:122.9pt;margin-top:623.25pt;height:65.7pt;width:212.8pt;z-index:25167564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color w:val="FFFFFF" w:themeColor="background1"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hint="eastAsia"/>
                      <w:color w:val="FFFFFF" w:themeColor="background1"/>
                      <w:sz w:val="32"/>
                      <w:szCs w:val="32"/>
                      <w:lang w:eastAsia="zh-CN"/>
                    </w:rPr>
                    <w:t>手机：</w:t>
                  </w:r>
                  <w:r>
                    <w:rPr>
                      <w:rFonts w:hint="eastAsia"/>
                      <w:color w:val="FFFFFF" w:themeColor="background1"/>
                      <w:sz w:val="32"/>
                      <w:szCs w:val="32"/>
                      <w:lang w:val="en-US" w:eastAsia="zh-CN"/>
                    </w:rPr>
                    <w:t>139000000000</w:t>
                  </w:r>
                </w:p>
                <w:p>
                  <w:pPr>
                    <w:rPr>
                      <w:rFonts w:hint="eastAsia"/>
                      <w:color w:val="FFFFFF" w:themeColor="background1"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hint="eastAsia"/>
                      <w:color w:val="FFFFFF" w:themeColor="background1"/>
                      <w:sz w:val="32"/>
                      <w:szCs w:val="32"/>
                      <w:lang w:val="en-US" w:eastAsia="zh-CN"/>
                    </w:rPr>
                    <w:t>邮箱：5123546@qq.com</w:t>
                  </w:r>
                </w:p>
              </w:txbxContent>
            </v:textbox>
          </v:rect>
        </w:pict>
      </w:r>
      <w:r>
        <w:pict>
          <v:rect id="_x0000_s1116" o:spid="_x0000_s1116" o:spt="1" style="position:absolute;left:0pt;margin-left:19.65pt;margin-top:609.3pt;height:96.8pt;width:381.1pt;z-index:251587584;v-text-anchor:middle;mso-width-relative:page;mso-height-relative:page;" fillcolor="#333F50" filled="t" stroked="f" coordsize="21600,21600" o:gfxdata="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Baw34XbAAAADQEAAA8AAAAAAAAAAQAgAAAA&#10;IgAAAGRycy9kb3ducmV2LnhtbFBLAQIUABQAAAAIAIdO4kCc//y/zwEAAHIDAAAOAAAAAAAAAAEA&#10;IAAAACoBAABkcnMvZTJvRG9jLnhtbFBLBQYAAAAABgAGAFkBAABrBQAAAAA=&#10;">
            <v:path/>
            <v:fill on="t" color2="#FFFFFF" focussize="0,0"/>
            <v:stroke on="f" weight="2pt"/>
            <v:imagedata o:title=""/>
            <o:lock v:ext="edit" aspectratio="f"/>
          </v:rect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造字工房力黑（非商用）常规体">
    <w:altName w:val="黑体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方正兰亭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硬笔行书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13F1"/>
    <w:multiLevelType w:val="multilevel"/>
    <w:tmpl w:val="004F13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6A9D6505"/>
    <w:multiLevelType w:val="multilevel"/>
    <w:tmpl w:val="6A9D65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E882790"/>
    <w:rsid w:val="0018101A"/>
    <w:rsid w:val="001B6E02"/>
    <w:rsid w:val="002C2436"/>
    <w:rsid w:val="00375B5A"/>
    <w:rsid w:val="003E179A"/>
    <w:rsid w:val="00536014"/>
    <w:rsid w:val="00575C2D"/>
    <w:rsid w:val="005A57C6"/>
    <w:rsid w:val="00607720"/>
    <w:rsid w:val="006D204E"/>
    <w:rsid w:val="006E3D25"/>
    <w:rsid w:val="009B3191"/>
    <w:rsid w:val="00E64177"/>
    <w:rsid w:val="01886F12"/>
    <w:rsid w:val="09EB7E94"/>
    <w:rsid w:val="0E882790"/>
    <w:rsid w:val="1B173A4B"/>
    <w:rsid w:val="1BB6581B"/>
    <w:rsid w:val="1BCD0A55"/>
    <w:rsid w:val="2A140A36"/>
    <w:rsid w:val="2CE51179"/>
    <w:rsid w:val="3039120C"/>
    <w:rsid w:val="30AA6F81"/>
    <w:rsid w:val="395475E9"/>
    <w:rsid w:val="408E1DC4"/>
    <w:rsid w:val="44214672"/>
    <w:rsid w:val="44EF7F59"/>
    <w:rsid w:val="46A365C7"/>
    <w:rsid w:val="55F80E61"/>
    <w:rsid w:val="5B7560A7"/>
    <w:rsid w:val="5ECE51BC"/>
    <w:rsid w:val="64804A4F"/>
    <w:rsid w:val="65CE3FEB"/>
    <w:rsid w:val="67E42327"/>
    <w:rsid w:val="6A857B7B"/>
    <w:rsid w:val="6F2202A5"/>
    <w:rsid w:val="7C47402E"/>
    <w:rsid w:val="7FEC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4">
    <w:name w:val="Hyperlink"/>
    <w:basedOn w:val="3"/>
    <w:unhideWhenUsed/>
    <w:uiPriority w:val="99"/>
    <w:rPr>
      <w:color w:val="0000FF"/>
      <w:u w:val="single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12304;2017&#31179;&#25307;&#26368;&#26032;&#31616;&#21382;&#12305;&#20114;&#32852;&#32593;&#31867;&#27714;&#32844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  <customShpInfo spid="_x0000_s1095"/>
    <customShpInfo spid="_x0000_s1094"/>
    <customShpInfo spid="_x0000_s1093"/>
    <customShpInfo spid="_x0000_s1092"/>
    <customShpInfo spid="_x0000_s1030"/>
    <customShpInfo spid="_x0000_s1091"/>
    <customShpInfo spid="_x0000_s1090"/>
    <customShpInfo spid="_x0000_s1089"/>
    <customShpInfo spid="_x0000_s1088"/>
    <customShpInfo spid="_x0000_s1087"/>
    <customShpInfo spid="_x0000_s1086"/>
    <customShpInfo spid="_x0000_s1085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2"/>
    <customShpInfo spid="_x0000_s1054"/>
    <customShpInfo spid="_x0000_s1053"/>
    <customShpInfo spid="_x0000_s1045"/>
    <customShpInfo spid="_x0000_s1120"/>
    <customShpInfo spid="_x0000_s111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【2017秋招最新简历】互联网类求职简历.docx</Template>
  <Pages>4</Pages>
  <Words>11</Words>
  <Characters>68</Characters>
  <Lines>1</Lines>
  <Paragraphs>1</Paragraphs>
  <TotalTime>4</TotalTime>
  <ScaleCrop>false</ScaleCrop>
  <LinksUpToDate>false</LinksUpToDate>
  <CharactersWithSpaces>78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2017-09-28T08:20:00Z</dcterms:created>
  <dc:creator>Administrator</dc:creator>
  <cp:lastModifiedBy>WPS_1528193819</cp:lastModifiedBy>
  <dcterms:modified xsi:type="dcterms:W3CDTF">2018-07-24T04:40:31Z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